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F5B5C" w14:textId="77777777" w:rsidR="00914E7F" w:rsidRDefault="00914E7F" w:rsidP="00914E7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070A05B" w14:textId="77777777" w:rsidR="00914E7F" w:rsidRDefault="00914E7F" w:rsidP="00914E7F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BC484EC" w14:textId="77777777" w:rsidR="00914E7F" w:rsidRDefault="00914E7F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D2C1E9C" w14:textId="77777777" w:rsidR="0085747A" w:rsidRPr="00FA3DD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3DD6">
        <w:rPr>
          <w:rFonts w:ascii="Corbel" w:hAnsi="Corbel"/>
          <w:b/>
          <w:smallCaps/>
          <w:sz w:val="24"/>
          <w:szCs w:val="24"/>
        </w:rPr>
        <w:t>SYLABUS</w:t>
      </w:r>
    </w:p>
    <w:p w14:paraId="009F2E74" w14:textId="66238BCF" w:rsidR="0085747A" w:rsidRPr="00FA3DD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3DD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A3DD6">
        <w:rPr>
          <w:rFonts w:ascii="Corbel" w:hAnsi="Corbel"/>
          <w:b/>
          <w:smallCaps/>
          <w:sz w:val="24"/>
          <w:szCs w:val="24"/>
        </w:rPr>
        <w:t xml:space="preserve"> </w:t>
      </w:r>
      <w:r w:rsidR="004E182B" w:rsidRPr="00FA3DD6">
        <w:rPr>
          <w:rFonts w:ascii="Corbel" w:hAnsi="Corbel"/>
          <w:b/>
          <w:smallCaps/>
          <w:sz w:val="24"/>
          <w:szCs w:val="24"/>
        </w:rPr>
        <w:t>202</w:t>
      </w:r>
      <w:r w:rsidR="00AC5D8D">
        <w:rPr>
          <w:rFonts w:ascii="Corbel" w:hAnsi="Corbel"/>
          <w:b/>
          <w:smallCaps/>
          <w:sz w:val="24"/>
          <w:szCs w:val="24"/>
        </w:rPr>
        <w:t>5</w:t>
      </w:r>
      <w:r w:rsidR="004E182B" w:rsidRPr="00FA3DD6">
        <w:rPr>
          <w:rFonts w:ascii="Corbel" w:hAnsi="Corbel"/>
          <w:b/>
          <w:smallCaps/>
          <w:sz w:val="24"/>
          <w:szCs w:val="24"/>
        </w:rPr>
        <w:t xml:space="preserve">- </w:t>
      </w:r>
      <w:r w:rsidR="0028353D" w:rsidRPr="00FA3DD6">
        <w:rPr>
          <w:rFonts w:ascii="Corbel" w:hAnsi="Corbel"/>
          <w:b/>
          <w:smallCaps/>
          <w:sz w:val="24"/>
          <w:szCs w:val="24"/>
        </w:rPr>
        <w:t>20</w:t>
      </w:r>
      <w:r w:rsidR="00AC5D8D">
        <w:rPr>
          <w:rFonts w:ascii="Corbel" w:hAnsi="Corbel"/>
          <w:b/>
          <w:smallCaps/>
          <w:sz w:val="24"/>
          <w:szCs w:val="24"/>
        </w:rPr>
        <w:t>30</w:t>
      </w:r>
    </w:p>
    <w:p w14:paraId="75C5BB34" w14:textId="5E1D4DEC" w:rsidR="00445970" w:rsidRPr="00FA3DD6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</w:r>
      <w:r w:rsidRPr="00FA3DD6">
        <w:rPr>
          <w:rFonts w:ascii="Corbel" w:hAnsi="Corbel"/>
          <w:sz w:val="24"/>
          <w:szCs w:val="24"/>
        </w:rPr>
        <w:tab/>
        <w:t xml:space="preserve">Rok akademicki   </w:t>
      </w:r>
      <w:r w:rsidR="007B60AA" w:rsidRPr="00FA3DD6">
        <w:rPr>
          <w:rFonts w:ascii="Corbel" w:hAnsi="Corbel"/>
          <w:sz w:val="24"/>
          <w:szCs w:val="24"/>
        </w:rPr>
        <w:t>202</w:t>
      </w:r>
      <w:r w:rsidR="00AC5D8D">
        <w:rPr>
          <w:rFonts w:ascii="Corbel" w:hAnsi="Corbel"/>
          <w:sz w:val="24"/>
          <w:szCs w:val="24"/>
        </w:rPr>
        <w:t>8</w:t>
      </w:r>
      <w:r w:rsidR="007B60AA" w:rsidRPr="00FA3DD6">
        <w:rPr>
          <w:rFonts w:ascii="Corbel" w:hAnsi="Corbel"/>
          <w:sz w:val="24"/>
          <w:szCs w:val="24"/>
        </w:rPr>
        <w:t>/202</w:t>
      </w:r>
      <w:r w:rsidR="00AC5D8D">
        <w:rPr>
          <w:rFonts w:ascii="Corbel" w:hAnsi="Corbel"/>
          <w:sz w:val="24"/>
          <w:szCs w:val="24"/>
        </w:rPr>
        <w:t>9</w:t>
      </w:r>
    </w:p>
    <w:p w14:paraId="3DABBA65" w14:textId="77777777" w:rsidR="0085747A" w:rsidRPr="00FA3DD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1A877E" w14:textId="77777777" w:rsidR="0085747A" w:rsidRPr="00FA3DD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3DD6">
        <w:rPr>
          <w:rFonts w:ascii="Corbel" w:hAnsi="Corbel"/>
          <w:szCs w:val="24"/>
        </w:rPr>
        <w:t xml:space="preserve">1. </w:t>
      </w:r>
      <w:r w:rsidR="0085747A" w:rsidRPr="00FA3DD6">
        <w:rPr>
          <w:rFonts w:ascii="Corbel" w:hAnsi="Corbel"/>
          <w:szCs w:val="24"/>
        </w:rPr>
        <w:t xml:space="preserve">Podstawowe </w:t>
      </w:r>
      <w:r w:rsidR="00445970" w:rsidRPr="00FA3DD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3DD6" w14:paraId="3A1EDF91" w14:textId="77777777" w:rsidTr="005D32C3">
        <w:tc>
          <w:tcPr>
            <w:tcW w:w="2694" w:type="dxa"/>
            <w:vAlign w:val="center"/>
          </w:tcPr>
          <w:p w14:paraId="14CC953D" w14:textId="77777777" w:rsidR="0085747A" w:rsidRPr="00FA3DD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85FBF0" w14:textId="77777777" w:rsidR="0085747A" w:rsidRPr="00FA3DD6" w:rsidRDefault="004E182B" w:rsidP="003F02B1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metody dyrektywne w pracy z osobami ze spektrum autyzmu</w:t>
            </w:r>
          </w:p>
        </w:tc>
      </w:tr>
      <w:tr w:rsidR="0085747A" w:rsidRPr="00FA3DD6" w14:paraId="55ACAFDB" w14:textId="77777777" w:rsidTr="005D32C3">
        <w:tc>
          <w:tcPr>
            <w:tcW w:w="2694" w:type="dxa"/>
            <w:vAlign w:val="center"/>
          </w:tcPr>
          <w:p w14:paraId="4D737E3F" w14:textId="77777777" w:rsidR="0085747A" w:rsidRPr="00FA3DD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BF0842" w14:textId="77777777" w:rsidR="0085747A" w:rsidRPr="00FA3DD6" w:rsidRDefault="004E18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FA3DD6" w14:paraId="154CBBDB" w14:textId="77777777" w:rsidTr="005D32C3">
        <w:tc>
          <w:tcPr>
            <w:tcW w:w="2694" w:type="dxa"/>
            <w:vAlign w:val="center"/>
          </w:tcPr>
          <w:p w14:paraId="5CE34344" w14:textId="77777777" w:rsidR="0085747A" w:rsidRPr="00FA3DD6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3DD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987853" w14:textId="7B32AD9E" w:rsidR="0029595D" w:rsidRPr="00FA3DD6" w:rsidRDefault="0029595D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FA3DD6" w14:paraId="6EDA9E5A" w14:textId="77777777" w:rsidTr="005D32C3">
        <w:tc>
          <w:tcPr>
            <w:tcW w:w="2694" w:type="dxa"/>
            <w:vAlign w:val="center"/>
          </w:tcPr>
          <w:p w14:paraId="3BCF80C6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8BF8F5" w14:textId="77777777" w:rsidR="0085747A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FA3DD6" w14:paraId="50AD2B2C" w14:textId="77777777" w:rsidTr="005D32C3">
        <w:tc>
          <w:tcPr>
            <w:tcW w:w="2694" w:type="dxa"/>
            <w:vAlign w:val="center"/>
          </w:tcPr>
          <w:p w14:paraId="53F9CA3F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D0ADED" w14:textId="77777777" w:rsidR="0085747A" w:rsidRPr="00FA3DD6" w:rsidRDefault="004E18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FA3DD6" w14:paraId="3E7D9E74" w14:textId="77777777" w:rsidTr="005D32C3">
        <w:tc>
          <w:tcPr>
            <w:tcW w:w="2694" w:type="dxa"/>
            <w:vAlign w:val="center"/>
          </w:tcPr>
          <w:p w14:paraId="1E5E1B2A" w14:textId="77777777" w:rsidR="0085747A" w:rsidRPr="00FA3DD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B44EE7B" w14:textId="77777777" w:rsidR="0085747A" w:rsidRPr="00FA3DD6" w:rsidRDefault="004D30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4E182B" w:rsidRPr="00FA3DD6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FA3DD6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FA3DD6" w14:paraId="18568D83" w14:textId="77777777" w:rsidTr="005D32C3">
        <w:tc>
          <w:tcPr>
            <w:tcW w:w="2694" w:type="dxa"/>
            <w:vAlign w:val="center"/>
          </w:tcPr>
          <w:p w14:paraId="7434A3B3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7908E2" w14:textId="7AF045BE" w:rsidR="0085747A" w:rsidRPr="00FA3DD6" w:rsidRDefault="00797A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A265C" w:rsidRPr="00FA3DD6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FA3DD6" w14:paraId="7120916D" w14:textId="77777777" w:rsidTr="005D32C3">
        <w:tc>
          <w:tcPr>
            <w:tcW w:w="2694" w:type="dxa"/>
            <w:vAlign w:val="center"/>
          </w:tcPr>
          <w:p w14:paraId="4B7F9209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124CFE" w14:textId="6A1264D7" w:rsidR="0085747A" w:rsidRPr="00FA3DD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D715E5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FA3DD6" w14:paraId="29108470" w14:textId="77777777" w:rsidTr="005D32C3">
        <w:tc>
          <w:tcPr>
            <w:tcW w:w="2694" w:type="dxa"/>
            <w:vAlign w:val="center"/>
          </w:tcPr>
          <w:p w14:paraId="0977E4D5" w14:textId="77777777" w:rsidR="0085747A" w:rsidRPr="00FA3DD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3DD6">
              <w:rPr>
                <w:rFonts w:ascii="Corbel" w:hAnsi="Corbel"/>
                <w:sz w:val="24"/>
                <w:szCs w:val="24"/>
              </w:rPr>
              <w:t>/y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9277F3" w14:textId="77777777" w:rsidR="0085747A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IV rok, 7 i 8</w:t>
            </w:r>
            <w:r w:rsidR="004D3057" w:rsidRPr="00FA3DD6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4E182B" w:rsidRPr="00FA3DD6" w14:paraId="1EB36596" w14:textId="77777777" w:rsidTr="00C44284">
        <w:tc>
          <w:tcPr>
            <w:tcW w:w="2694" w:type="dxa"/>
            <w:vAlign w:val="center"/>
          </w:tcPr>
          <w:p w14:paraId="79B58A63" w14:textId="77777777"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448ADFAA" w14:textId="77777777"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E.2. Przygotowanie dydaktyczno - metodyczne</w:t>
            </w:r>
          </w:p>
        </w:tc>
      </w:tr>
      <w:tr w:rsidR="004E182B" w:rsidRPr="00FA3DD6" w14:paraId="2B0F1D25" w14:textId="77777777" w:rsidTr="005D32C3">
        <w:tc>
          <w:tcPr>
            <w:tcW w:w="2694" w:type="dxa"/>
            <w:vAlign w:val="center"/>
          </w:tcPr>
          <w:p w14:paraId="634CE363" w14:textId="77777777"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BC3A23" w14:textId="5AF3AC4D" w:rsidR="004E182B" w:rsidRPr="00FA3DD6" w:rsidRDefault="00797AE8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E182B" w:rsidRPr="00FA3DD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E182B" w:rsidRPr="00FA3DD6" w14:paraId="7365EC3A" w14:textId="77777777" w:rsidTr="005D32C3">
        <w:tc>
          <w:tcPr>
            <w:tcW w:w="2694" w:type="dxa"/>
            <w:vAlign w:val="center"/>
          </w:tcPr>
          <w:p w14:paraId="7DDDD267" w14:textId="77777777" w:rsidR="004E182B" w:rsidRPr="00FA3DD6" w:rsidRDefault="004E182B" w:rsidP="004E18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DDC1F0" w14:textId="77777777" w:rsidR="004E182B" w:rsidRPr="00FA3DD6" w:rsidRDefault="004E182B" w:rsidP="004E18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Dr Agnieszka Łaba-Hornecka, dr Izabela Marczykowska</w:t>
            </w:r>
          </w:p>
        </w:tc>
      </w:tr>
      <w:tr w:rsidR="005D32C3" w:rsidRPr="00FA3DD6" w14:paraId="6DC3949C" w14:textId="77777777" w:rsidTr="005D32C3">
        <w:tc>
          <w:tcPr>
            <w:tcW w:w="2694" w:type="dxa"/>
            <w:vAlign w:val="center"/>
          </w:tcPr>
          <w:p w14:paraId="28245752" w14:textId="77777777" w:rsidR="005D32C3" w:rsidRPr="00FA3DD6" w:rsidRDefault="005D32C3" w:rsidP="005D32C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36AE26" w14:textId="77777777" w:rsidR="005D32C3" w:rsidRPr="00FA3DD6" w:rsidRDefault="005D32C3" w:rsidP="005D32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03291658" w14:textId="77777777" w:rsidR="0085747A" w:rsidRPr="00FA3DD6" w:rsidRDefault="0085747A" w:rsidP="004E182B">
      <w:pPr>
        <w:pStyle w:val="Podpunkty"/>
        <w:ind w:left="0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* </w:t>
      </w:r>
      <w:r w:rsidRPr="00FA3DD6">
        <w:rPr>
          <w:rFonts w:ascii="Corbel" w:hAnsi="Corbel"/>
          <w:i/>
          <w:sz w:val="24"/>
          <w:szCs w:val="24"/>
        </w:rPr>
        <w:t>-</w:t>
      </w:r>
      <w:r w:rsidR="00B90885" w:rsidRPr="00FA3DD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3DD6">
        <w:rPr>
          <w:rFonts w:ascii="Corbel" w:hAnsi="Corbel"/>
          <w:b w:val="0"/>
          <w:sz w:val="24"/>
          <w:szCs w:val="24"/>
        </w:rPr>
        <w:t>e,</w:t>
      </w:r>
      <w:r w:rsidRPr="00FA3DD6">
        <w:rPr>
          <w:rFonts w:ascii="Corbel" w:hAnsi="Corbel"/>
          <w:i/>
          <w:sz w:val="24"/>
          <w:szCs w:val="24"/>
        </w:rPr>
        <w:t xml:space="preserve"> </w:t>
      </w:r>
      <w:r w:rsidRPr="00FA3DD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3DD6">
        <w:rPr>
          <w:rFonts w:ascii="Corbel" w:hAnsi="Corbel"/>
          <w:b w:val="0"/>
          <w:i/>
          <w:sz w:val="24"/>
          <w:szCs w:val="24"/>
        </w:rPr>
        <w:t>w Jednostce</w:t>
      </w:r>
    </w:p>
    <w:p w14:paraId="5A4AD036" w14:textId="77777777" w:rsidR="00923D7D" w:rsidRPr="00FA3DD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2281D6" w14:textId="77777777" w:rsidR="0085747A" w:rsidRPr="00FA3DD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>1.</w:t>
      </w:r>
      <w:r w:rsidR="00E22FBC" w:rsidRPr="00FA3DD6">
        <w:rPr>
          <w:rFonts w:ascii="Corbel" w:hAnsi="Corbel"/>
          <w:sz w:val="24"/>
          <w:szCs w:val="24"/>
        </w:rPr>
        <w:t>1</w:t>
      </w:r>
      <w:r w:rsidRPr="00FA3DD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DBAD88" w14:textId="77777777" w:rsidR="00923D7D" w:rsidRPr="00FA3DD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0"/>
        <w:gridCol w:w="784"/>
        <w:gridCol w:w="863"/>
        <w:gridCol w:w="796"/>
        <w:gridCol w:w="816"/>
        <w:gridCol w:w="754"/>
        <w:gridCol w:w="942"/>
        <w:gridCol w:w="1229"/>
        <w:gridCol w:w="1487"/>
      </w:tblGrid>
      <w:tr w:rsidR="006838F4" w:rsidRPr="00FA3DD6" w14:paraId="465D5E67" w14:textId="77777777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1C7D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Semestr</w:t>
            </w:r>
          </w:p>
          <w:p w14:paraId="595ACF56" w14:textId="77777777" w:rsidR="00015B8F" w:rsidRPr="00FA3DD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(</w:t>
            </w:r>
            <w:r w:rsidR="00363F78" w:rsidRPr="00FA3DD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0ED9D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84B91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E7F9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AFD52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FFAB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10488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7C534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51B35" w14:textId="77777777" w:rsidR="00015B8F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18664" w14:textId="77777777" w:rsidR="00015B8F" w:rsidRPr="00FA3DD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3DD6">
              <w:rPr>
                <w:rFonts w:ascii="Corbel" w:hAnsi="Corbel"/>
                <w:b/>
                <w:szCs w:val="24"/>
              </w:rPr>
              <w:t>Liczba pkt</w:t>
            </w:r>
            <w:r w:rsidR="00B90885" w:rsidRPr="00FA3DD6">
              <w:rPr>
                <w:rFonts w:ascii="Corbel" w:hAnsi="Corbel"/>
                <w:b/>
                <w:szCs w:val="24"/>
              </w:rPr>
              <w:t>.</w:t>
            </w:r>
            <w:r w:rsidRPr="00FA3DD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E182B" w:rsidRPr="00FA3DD6" w14:paraId="773B56A9" w14:textId="77777777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787A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98BD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823F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80D4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2BF7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929A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D8B1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DC15D" w14:textId="77777777" w:rsidR="004E182B" w:rsidRPr="00FA3DD6" w:rsidRDefault="004E182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D610" w14:textId="2143958D" w:rsidR="004E182B" w:rsidRPr="00FA3DD6" w:rsidRDefault="00B0546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1662" w14:textId="77777777" w:rsidR="004E182B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1</w:t>
            </w:r>
          </w:p>
        </w:tc>
      </w:tr>
      <w:tr w:rsidR="006838F4" w:rsidRPr="00FA3DD6" w14:paraId="1CA8FC9E" w14:textId="77777777" w:rsidTr="006838F4"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7FEA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0ADA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14AE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15A0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80BB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0451A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7AEA4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AC42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4248" w14:textId="6C19D731" w:rsidR="006838F4" w:rsidRPr="00FA3DD6" w:rsidRDefault="00B0546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A9FB" w14:textId="77777777" w:rsidR="006838F4" w:rsidRPr="00FA3DD6" w:rsidRDefault="006838F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3DD6">
              <w:rPr>
                <w:rFonts w:ascii="Corbel" w:hAnsi="Corbel"/>
                <w:szCs w:val="24"/>
              </w:rPr>
              <w:t>3</w:t>
            </w:r>
          </w:p>
        </w:tc>
      </w:tr>
    </w:tbl>
    <w:p w14:paraId="19F00B99" w14:textId="77777777" w:rsidR="00923D7D" w:rsidRPr="00FA3DD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F9AA06" w14:textId="77777777" w:rsidR="0085747A" w:rsidRPr="00FA3DD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>1.</w:t>
      </w:r>
      <w:r w:rsidR="00E22FBC" w:rsidRPr="00FA3DD6">
        <w:rPr>
          <w:rFonts w:ascii="Corbel" w:hAnsi="Corbel"/>
          <w:smallCaps w:val="0"/>
          <w:szCs w:val="24"/>
        </w:rPr>
        <w:t>2</w:t>
      </w:r>
      <w:r w:rsidR="00F83B28" w:rsidRPr="00FA3DD6">
        <w:rPr>
          <w:rFonts w:ascii="Corbel" w:hAnsi="Corbel"/>
          <w:smallCaps w:val="0"/>
          <w:szCs w:val="24"/>
        </w:rPr>
        <w:t>.</w:t>
      </w:r>
      <w:r w:rsidR="00F83B28" w:rsidRPr="00FA3DD6">
        <w:rPr>
          <w:rFonts w:ascii="Corbel" w:hAnsi="Corbel"/>
          <w:smallCaps w:val="0"/>
          <w:szCs w:val="24"/>
        </w:rPr>
        <w:tab/>
      </w:r>
      <w:r w:rsidRPr="00FA3DD6">
        <w:rPr>
          <w:rFonts w:ascii="Corbel" w:hAnsi="Corbel"/>
          <w:smallCaps w:val="0"/>
          <w:szCs w:val="24"/>
        </w:rPr>
        <w:t xml:space="preserve">Sposób realizacji zajęć  </w:t>
      </w:r>
    </w:p>
    <w:p w14:paraId="0CFC7FED" w14:textId="77777777" w:rsidR="006838F4" w:rsidRPr="00FA3DD6" w:rsidRDefault="006838F4" w:rsidP="006838F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eastAsia="MS Gothic" w:hAnsi="Corbel"/>
          <w:b w:val="0"/>
          <w:szCs w:val="24"/>
        </w:rPr>
        <w:sym w:font="Wingdings" w:char="F078"/>
      </w:r>
      <w:r w:rsidRPr="00FA3DD6">
        <w:rPr>
          <w:rFonts w:ascii="Corbel" w:eastAsia="MS Gothic" w:hAnsi="Corbel"/>
          <w:b w:val="0"/>
          <w:szCs w:val="24"/>
        </w:rPr>
        <w:t xml:space="preserve"> </w:t>
      </w:r>
      <w:r w:rsidRPr="00FA3DD6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DC44F1C" w14:textId="77777777" w:rsidR="006838F4" w:rsidRPr="00FA3DD6" w:rsidRDefault="006838F4" w:rsidP="006838F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3DD6">
        <w:rPr>
          <w:rFonts w:ascii="MS Gothic" w:eastAsia="MS Gothic" w:hAnsi="MS Gothic" w:cs="MS Gothic" w:hint="eastAsia"/>
          <w:b w:val="0"/>
          <w:szCs w:val="24"/>
        </w:rPr>
        <w:t>☐</w:t>
      </w:r>
      <w:r w:rsidRPr="00FA3DD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F1BBEDC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75E805" w14:textId="77777777" w:rsidR="006838F4" w:rsidRPr="00FA3DD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1.3 </w:t>
      </w:r>
      <w:r w:rsidR="00F83B28" w:rsidRPr="00FA3DD6">
        <w:rPr>
          <w:rFonts w:ascii="Corbel" w:hAnsi="Corbel"/>
          <w:smallCaps w:val="0"/>
          <w:szCs w:val="24"/>
        </w:rPr>
        <w:tab/>
      </w:r>
      <w:r w:rsidRPr="00FA3DD6">
        <w:rPr>
          <w:rFonts w:ascii="Corbel" w:hAnsi="Corbel"/>
          <w:smallCaps w:val="0"/>
          <w:szCs w:val="24"/>
        </w:rPr>
        <w:t>For</w:t>
      </w:r>
      <w:r w:rsidR="00445970" w:rsidRPr="00FA3DD6">
        <w:rPr>
          <w:rFonts w:ascii="Corbel" w:hAnsi="Corbel"/>
          <w:smallCaps w:val="0"/>
          <w:szCs w:val="24"/>
        </w:rPr>
        <w:t xml:space="preserve">ma zaliczenia przedmiotu </w:t>
      </w:r>
      <w:r w:rsidRPr="00FA3DD6">
        <w:rPr>
          <w:rFonts w:ascii="Corbel" w:hAnsi="Corbel"/>
          <w:smallCaps w:val="0"/>
          <w:szCs w:val="24"/>
        </w:rPr>
        <w:t xml:space="preserve"> (z toku)</w:t>
      </w:r>
      <w:r w:rsidRPr="00FA3DD6">
        <w:rPr>
          <w:rFonts w:ascii="Corbel" w:hAnsi="Corbel"/>
          <w:b w:val="0"/>
          <w:smallCaps w:val="0"/>
          <w:szCs w:val="24"/>
        </w:rPr>
        <w:t xml:space="preserve"> </w:t>
      </w:r>
    </w:p>
    <w:p w14:paraId="5452E972" w14:textId="77777777" w:rsidR="00E22FBC" w:rsidRPr="00FA3DD6" w:rsidRDefault="006838F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ab/>
      </w:r>
      <w:r w:rsidR="00E22FBC" w:rsidRPr="00FA3DD6">
        <w:rPr>
          <w:rFonts w:ascii="Corbel" w:hAnsi="Corbel"/>
          <w:b w:val="0"/>
          <w:smallCaps w:val="0"/>
          <w:szCs w:val="24"/>
        </w:rPr>
        <w:t>zaliczeni</w:t>
      </w:r>
      <w:r w:rsidRPr="00FA3DD6">
        <w:rPr>
          <w:rFonts w:ascii="Corbel" w:hAnsi="Corbel"/>
          <w:b w:val="0"/>
          <w:smallCaps w:val="0"/>
          <w:szCs w:val="24"/>
        </w:rPr>
        <w:t>e z oceną</w:t>
      </w:r>
    </w:p>
    <w:p w14:paraId="0BD2AE42" w14:textId="77777777" w:rsidR="006838F4" w:rsidRPr="00FA3DD6" w:rsidRDefault="006838F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ab/>
        <w:t>egzamin</w:t>
      </w:r>
    </w:p>
    <w:p w14:paraId="2C73C669" w14:textId="77777777" w:rsidR="00E960BB" w:rsidRPr="00FA3DD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8F78F7" w14:textId="77777777" w:rsidR="00E960BB" w:rsidRPr="00FA3DD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3DD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3DD6" w14:paraId="3D896BE2" w14:textId="77777777" w:rsidTr="00745302">
        <w:tc>
          <w:tcPr>
            <w:tcW w:w="9670" w:type="dxa"/>
          </w:tcPr>
          <w:p w14:paraId="4B209F3B" w14:textId="77777777" w:rsidR="0085747A" w:rsidRPr="00FA3DD6" w:rsidRDefault="0064158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Podstawowa wiedza z pedagogiki ogólnej oraz psychologii ogólnej i psychologii rozwojowej.</w:t>
            </w:r>
          </w:p>
        </w:tc>
      </w:tr>
    </w:tbl>
    <w:p w14:paraId="5BFC8196" w14:textId="77777777" w:rsidR="004E3265" w:rsidRPr="00FA3DD6" w:rsidRDefault="004E326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043216" w14:textId="77777777" w:rsidR="0085747A" w:rsidRPr="00FA3DD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3DD6">
        <w:rPr>
          <w:rFonts w:ascii="Corbel" w:hAnsi="Corbel"/>
          <w:szCs w:val="24"/>
        </w:rPr>
        <w:lastRenderedPageBreak/>
        <w:t>3.</w:t>
      </w:r>
      <w:r w:rsidR="0085747A" w:rsidRPr="00FA3DD6">
        <w:rPr>
          <w:rFonts w:ascii="Corbel" w:hAnsi="Corbel"/>
          <w:szCs w:val="24"/>
        </w:rPr>
        <w:t xml:space="preserve"> </w:t>
      </w:r>
      <w:r w:rsidR="00A84C85" w:rsidRPr="00FA3DD6">
        <w:rPr>
          <w:rFonts w:ascii="Corbel" w:hAnsi="Corbel"/>
          <w:szCs w:val="24"/>
        </w:rPr>
        <w:t>cele, efekty uczenia się</w:t>
      </w:r>
      <w:r w:rsidR="0085747A" w:rsidRPr="00FA3DD6">
        <w:rPr>
          <w:rFonts w:ascii="Corbel" w:hAnsi="Corbel"/>
          <w:szCs w:val="24"/>
        </w:rPr>
        <w:t xml:space="preserve"> , treści Programowe i stosowane metody Dydaktyczne</w:t>
      </w:r>
    </w:p>
    <w:p w14:paraId="19021A43" w14:textId="77777777" w:rsidR="004E3265" w:rsidRPr="00FA3DD6" w:rsidRDefault="004E3265" w:rsidP="009C54AE">
      <w:pPr>
        <w:pStyle w:val="Podpunkty"/>
        <w:rPr>
          <w:rFonts w:ascii="Corbel" w:hAnsi="Corbel"/>
          <w:sz w:val="24"/>
          <w:szCs w:val="24"/>
        </w:rPr>
      </w:pPr>
    </w:p>
    <w:p w14:paraId="00B62C86" w14:textId="77777777" w:rsidR="0085747A" w:rsidRPr="00FA3DD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3.1 </w:t>
      </w:r>
      <w:r w:rsidR="00C05F44" w:rsidRPr="00FA3DD6">
        <w:rPr>
          <w:rFonts w:ascii="Corbel" w:hAnsi="Corbel"/>
          <w:sz w:val="24"/>
          <w:szCs w:val="24"/>
        </w:rPr>
        <w:t>Cele przedmiotu</w:t>
      </w:r>
    </w:p>
    <w:p w14:paraId="67D6C7CA" w14:textId="77777777" w:rsidR="00F83B28" w:rsidRPr="00FA3DD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41582" w:rsidRPr="00FA3DD6" w14:paraId="1544BE5E" w14:textId="77777777" w:rsidTr="00641582">
        <w:tc>
          <w:tcPr>
            <w:tcW w:w="845" w:type="dxa"/>
            <w:vAlign w:val="center"/>
          </w:tcPr>
          <w:p w14:paraId="35BB6DEF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7275337A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Dostarczenie podstawowej wiedzy na temat metod dyrektywnych w pracy z uczniem z ASD.</w:t>
            </w:r>
          </w:p>
        </w:tc>
      </w:tr>
      <w:tr w:rsidR="00641582" w:rsidRPr="00FA3DD6" w14:paraId="3F610E91" w14:textId="77777777" w:rsidTr="00641582">
        <w:tc>
          <w:tcPr>
            <w:tcW w:w="845" w:type="dxa"/>
            <w:vAlign w:val="center"/>
          </w:tcPr>
          <w:p w14:paraId="0947D71F" w14:textId="77777777" w:rsidR="00641582" w:rsidRPr="00FA3DD6" w:rsidRDefault="00641582" w:rsidP="0064158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41471DE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Zapoznanie z metodami terapii w oparciu o stosowaną analizę zachowania.</w:t>
            </w:r>
          </w:p>
        </w:tc>
      </w:tr>
      <w:tr w:rsidR="00641582" w:rsidRPr="00FA3DD6" w14:paraId="3802CEC6" w14:textId="77777777" w:rsidTr="00641582">
        <w:tc>
          <w:tcPr>
            <w:tcW w:w="845" w:type="dxa"/>
            <w:vAlign w:val="center"/>
          </w:tcPr>
          <w:p w14:paraId="09789E01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3525138" w14:textId="77777777" w:rsidR="00641582" w:rsidRPr="00FA3DD6" w:rsidRDefault="00641582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 w:val="24"/>
                <w:szCs w:val="24"/>
              </w:rPr>
              <w:t>Przygotowanie do prowadzenia zajęć terapeutycznych metodami stosowanej analizy zachowania.</w:t>
            </w:r>
          </w:p>
        </w:tc>
      </w:tr>
    </w:tbl>
    <w:p w14:paraId="5EC35E77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0BE196" w14:textId="77777777" w:rsidR="001D7B54" w:rsidRPr="00FA3DD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 xml:space="preserve">3.2 </w:t>
      </w:r>
      <w:r w:rsidR="001D7B54" w:rsidRPr="00FA3DD6">
        <w:rPr>
          <w:rFonts w:ascii="Corbel" w:hAnsi="Corbel"/>
          <w:b/>
          <w:sz w:val="24"/>
          <w:szCs w:val="24"/>
        </w:rPr>
        <w:t xml:space="preserve">Efekty </w:t>
      </w:r>
      <w:r w:rsidR="00C05F44" w:rsidRPr="00FA3DD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3DD6">
        <w:rPr>
          <w:rFonts w:ascii="Corbel" w:hAnsi="Corbel"/>
          <w:b/>
          <w:sz w:val="24"/>
          <w:szCs w:val="24"/>
        </w:rPr>
        <w:t>dla przedmiotu</w:t>
      </w:r>
      <w:r w:rsidR="00445970" w:rsidRPr="00FA3DD6">
        <w:rPr>
          <w:rFonts w:ascii="Corbel" w:hAnsi="Corbel"/>
          <w:sz w:val="24"/>
          <w:szCs w:val="24"/>
        </w:rPr>
        <w:t xml:space="preserve"> </w:t>
      </w:r>
    </w:p>
    <w:p w14:paraId="4AD9EF9D" w14:textId="77777777" w:rsidR="004D3057" w:rsidRPr="00FA3DD6" w:rsidRDefault="004D305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D3057" w:rsidRPr="00FA3DD6" w14:paraId="1FBB140C" w14:textId="77777777" w:rsidTr="00A52107">
        <w:tc>
          <w:tcPr>
            <w:tcW w:w="1701" w:type="dxa"/>
            <w:vAlign w:val="center"/>
          </w:tcPr>
          <w:p w14:paraId="25CA35C0" w14:textId="77777777"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t>EK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6096" w:type="dxa"/>
            <w:vAlign w:val="center"/>
          </w:tcPr>
          <w:p w14:paraId="597CC6D0" w14:textId="77777777"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73" w:type="dxa"/>
            <w:vAlign w:val="center"/>
          </w:tcPr>
          <w:p w14:paraId="22E3FF04" w14:textId="77777777" w:rsidR="004D3057" w:rsidRPr="00FA3DD6" w:rsidRDefault="004D3057" w:rsidP="00A52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A3DD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3057" w:rsidRPr="00FA3DD6" w14:paraId="7E1071DB" w14:textId="77777777" w:rsidTr="006838F4">
        <w:tc>
          <w:tcPr>
            <w:tcW w:w="1701" w:type="dxa"/>
          </w:tcPr>
          <w:p w14:paraId="66FCD0CC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bookmarkStart w:id="0" w:name="_Hlk31265793"/>
            <w:r w:rsidRPr="00FA3DD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BE3040B" w14:textId="77777777" w:rsidR="004D3057" w:rsidRPr="00FA3DD6" w:rsidRDefault="00A5210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Sc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harakteryzuje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zasad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projektowania i prowadzenia badań nad zachowaniem dzieci i młodzieży z autyzmem oraz wybran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, technik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i narzędziach ich kształtowania i modyfikowania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 xml:space="preserve"> w nurcie behawioralnym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.  </w:t>
            </w:r>
          </w:p>
        </w:tc>
        <w:tc>
          <w:tcPr>
            <w:tcW w:w="1873" w:type="dxa"/>
            <w:vAlign w:val="center"/>
          </w:tcPr>
          <w:p w14:paraId="1F1EDCFC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PS.W09.</w:t>
            </w:r>
          </w:p>
        </w:tc>
      </w:tr>
      <w:tr w:rsidR="004D3057" w:rsidRPr="00FA3DD6" w14:paraId="37B323A9" w14:textId="77777777" w:rsidTr="006838F4">
        <w:tc>
          <w:tcPr>
            <w:tcW w:w="1701" w:type="dxa"/>
          </w:tcPr>
          <w:p w14:paraId="57ECD53E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3BDA0F0" w14:textId="77777777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Om</w:t>
            </w:r>
            <w:r w:rsidR="00A52107" w:rsidRPr="00FA3DD6">
              <w:rPr>
                <w:rFonts w:ascii="Corbel" w:hAnsi="Corbel"/>
                <w:sz w:val="24"/>
                <w:szCs w:val="24"/>
              </w:rPr>
              <w:t>ówi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</w:t>
            </w:r>
            <w:r w:rsidRPr="00FA3DD6">
              <w:rPr>
                <w:rFonts w:ascii="Corbel" w:hAnsi="Corbel"/>
                <w:sz w:val="24"/>
                <w:szCs w:val="24"/>
              </w:rPr>
              <w:t>y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dyrektywn</w:t>
            </w:r>
            <w:r w:rsidRPr="00FA3DD6">
              <w:rPr>
                <w:rFonts w:ascii="Corbel" w:hAnsi="Corbel"/>
                <w:sz w:val="24"/>
                <w:szCs w:val="24"/>
              </w:rPr>
              <w:t>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w terapii osób z autyzmem oraz wyjaśnia różne determinanty przebiegu procesów uczenia się w odniesieniu do współczesnego systemu kształcenia.</w:t>
            </w:r>
          </w:p>
        </w:tc>
        <w:tc>
          <w:tcPr>
            <w:tcW w:w="1873" w:type="dxa"/>
            <w:vAlign w:val="center"/>
          </w:tcPr>
          <w:p w14:paraId="0CD3E2DE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PS.W10.</w:t>
            </w:r>
          </w:p>
        </w:tc>
      </w:tr>
      <w:tr w:rsidR="004D3057" w:rsidRPr="00FA3DD6" w14:paraId="08D8B70B" w14:textId="77777777" w:rsidTr="006838F4">
        <w:tc>
          <w:tcPr>
            <w:tcW w:w="1701" w:type="dxa"/>
          </w:tcPr>
          <w:p w14:paraId="6E6BC908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380C326A" w14:textId="77777777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Wyjaśni możliwości wykorzystania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metod dyrektywn</w:t>
            </w:r>
            <w:r w:rsidRPr="00FA3DD6">
              <w:rPr>
                <w:rFonts w:ascii="Corbel" w:hAnsi="Corbel"/>
                <w:sz w:val="24"/>
                <w:szCs w:val="24"/>
              </w:rPr>
              <w:t>ych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w pracy z uczniem z ASD w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placówkach oświatowych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14:paraId="46F6E5BF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PS.W11.</w:t>
            </w:r>
          </w:p>
        </w:tc>
      </w:tr>
      <w:tr w:rsidR="004D3057" w:rsidRPr="00FA3DD6" w14:paraId="47647A26" w14:textId="77777777" w:rsidTr="006838F4">
        <w:tc>
          <w:tcPr>
            <w:tcW w:w="1701" w:type="dxa"/>
          </w:tcPr>
          <w:p w14:paraId="7CF2CEA0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09EDC1B8" w14:textId="77777777" w:rsidR="004D3057" w:rsidRPr="00FA3DD6" w:rsidRDefault="00A5210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okona oceny behawioralnej, a następnie dob</w:t>
            </w:r>
            <w:r w:rsidRPr="00FA3DD6">
              <w:rPr>
                <w:rFonts w:ascii="Corbel" w:hAnsi="Corbel"/>
                <w:sz w:val="24"/>
                <w:szCs w:val="24"/>
              </w:rPr>
              <w:t>ierze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odpowiednie procedury terapeutyczne w odniesieniu do stymulowanej sfery rozwoju.  </w:t>
            </w:r>
          </w:p>
        </w:tc>
        <w:tc>
          <w:tcPr>
            <w:tcW w:w="1873" w:type="dxa"/>
            <w:vAlign w:val="center"/>
          </w:tcPr>
          <w:p w14:paraId="012D7169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4D3057" w:rsidRPr="00FA3DD6" w14:paraId="303E6B8C" w14:textId="77777777" w:rsidTr="006838F4">
        <w:tc>
          <w:tcPr>
            <w:tcW w:w="1701" w:type="dxa"/>
          </w:tcPr>
          <w:p w14:paraId="74AED5B3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72492DC8" w14:textId="77777777"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Sk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onstru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program terapii behawioralnej z wykorzystaniem aktualnej wiedzy na temat metod dyrektywnych.</w:t>
            </w:r>
          </w:p>
        </w:tc>
        <w:tc>
          <w:tcPr>
            <w:tcW w:w="1873" w:type="dxa"/>
            <w:vAlign w:val="center"/>
          </w:tcPr>
          <w:p w14:paraId="7C6E584D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PS.U5.</w:t>
            </w:r>
          </w:p>
        </w:tc>
      </w:tr>
      <w:tr w:rsidR="004D3057" w:rsidRPr="00FA3DD6" w14:paraId="6F6AEF33" w14:textId="77777777" w:rsidTr="006838F4">
        <w:tc>
          <w:tcPr>
            <w:tcW w:w="1701" w:type="dxa"/>
          </w:tcPr>
          <w:p w14:paraId="65B0B126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4688F019" w14:textId="77777777"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nalizuje i </w:t>
            </w: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stosuje specjalistyczne metody rozwijania kompetencji poznawczych, komunikacyjnych i społecznych i samoobsługowych w procesie edukacji i terapii osób z ASD.</w:t>
            </w:r>
          </w:p>
        </w:tc>
        <w:tc>
          <w:tcPr>
            <w:tcW w:w="1873" w:type="dxa"/>
            <w:vAlign w:val="center"/>
          </w:tcPr>
          <w:p w14:paraId="0E6FBB23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PS.U6</w:t>
            </w:r>
          </w:p>
        </w:tc>
      </w:tr>
      <w:tr w:rsidR="004D3057" w:rsidRPr="00FA3DD6" w14:paraId="33977A77" w14:textId="77777777" w:rsidTr="006838F4">
        <w:tc>
          <w:tcPr>
            <w:tcW w:w="1701" w:type="dxa"/>
          </w:tcPr>
          <w:p w14:paraId="74676E49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3EFEE2FA" w14:textId="77777777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ob</w:t>
            </w:r>
            <w:r w:rsidRPr="00FA3DD6">
              <w:rPr>
                <w:rFonts w:ascii="Corbel" w:hAnsi="Corbel"/>
                <w:sz w:val="24"/>
                <w:szCs w:val="24"/>
              </w:rPr>
              <w:t>ie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r</w:t>
            </w:r>
            <w:r w:rsidR="0074750A" w:rsidRPr="00FA3DD6">
              <w:rPr>
                <w:rFonts w:ascii="Corbel" w:hAnsi="Corbel"/>
                <w:sz w:val="24"/>
                <w:szCs w:val="24"/>
              </w:rPr>
              <w:t>ze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i </w:t>
            </w:r>
            <w:r w:rsidR="0074750A" w:rsidRPr="00FA3DD6">
              <w:rPr>
                <w:rFonts w:ascii="Corbel" w:hAnsi="Corbel"/>
                <w:sz w:val="24"/>
                <w:szCs w:val="24"/>
              </w:rPr>
              <w:t>za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>projekt</w:t>
            </w:r>
            <w:r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środki dydaktyczne wykorzystywane w terapii w sposób adekwatny do indywidualnych potrzeb i możliwości ucznia z ASD oraz dostos</w:t>
            </w:r>
            <w:r w:rsidRPr="00FA3DD6">
              <w:rPr>
                <w:rFonts w:ascii="Corbel" w:hAnsi="Corbel"/>
                <w:sz w:val="24"/>
                <w:szCs w:val="24"/>
              </w:rPr>
              <w:t>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strategie terapeutyczne.</w:t>
            </w:r>
          </w:p>
        </w:tc>
        <w:tc>
          <w:tcPr>
            <w:tcW w:w="1873" w:type="dxa"/>
            <w:vAlign w:val="center"/>
          </w:tcPr>
          <w:p w14:paraId="53565F6B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PS.U7.</w:t>
            </w:r>
          </w:p>
        </w:tc>
      </w:tr>
      <w:tr w:rsidR="004D3057" w:rsidRPr="00FA3DD6" w14:paraId="76A39B7E" w14:textId="77777777" w:rsidTr="006838F4">
        <w:tc>
          <w:tcPr>
            <w:tcW w:w="1701" w:type="dxa"/>
          </w:tcPr>
          <w:p w14:paraId="554204F7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60C55A7C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Dostrzega moralne i etyczne problemy podczas planowania i realizacji zajęć edukacyjnych i rehabilitacyjnych metodami dyrektywnymi.</w:t>
            </w:r>
          </w:p>
        </w:tc>
        <w:tc>
          <w:tcPr>
            <w:tcW w:w="1873" w:type="dxa"/>
            <w:vAlign w:val="center"/>
          </w:tcPr>
          <w:p w14:paraId="0E2D3053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PS.K1.</w:t>
            </w:r>
          </w:p>
        </w:tc>
      </w:tr>
      <w:tr w:rsidR="004D3057" w:rsidRPr="00FA3DD6" w14:paraId="4F273BA5" w14:textId="77777777" w:rsidTr="006838F4">
        <w:tc>
          <w:tcPr>
            <w:tcW w:w="1701" w:type="dxa"/>
          </w:tcPr>
          <w:p w14:paraId="7D912B94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6096" w:type="dxa"/>
          </w:tcPr>
          <w:p w14:paraId="4541C1E1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Scharakteryzuje znaczenie podejmowania współpracy z rodziną i środowiskiem przedszkolnym i szkolnym w celu zwiększenia efektywności oddziaływań i wsparcia rodziny.</w:t>
            </w:r>
          </w:p>
        </w:tc>
        <w:tc>
          <w:tcPr>
            <w:tcW w:w="1873" w:type="dxa"/>
            <w:vAlign w:val="center"/>
          </w:tcPr>
          <w:p w14:paraId="06B7AAFC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PS.K2.</w:t>
            </w:r>
          </w:p>
        </w:tc>
      </w:tr>
      <w:tr w:rsidR="004D3057" w:rsidRPr="00FA3DD6" w14:paraId="2308B883" w14:textId="77777777" w:rsidTr="006838F4">
        <w:tc>
          <w:tcPr>
            <w:tcW w:w="1701" w:type="dxa"/>
          </w:tcPr>
          <w:p w14:paraId="2F280854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14:paraId="2DD43AC2" w14:textId="77777777" w:rsidR="004D3057" w:rsidRPr="00FA3DD6" w:rsidRDefault="0074750A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Za</w:t>
            </w:r>
            <w:r w:rsidR="00153F90" w:rsidRPr="00FA3DD6">
              <w:rPr>
                <w:rFonts w:ascii="Corbel" w:hAnsi="Corbel"/>
                <w:sz w:val="24"/>
                <w:szCs w:val="24"/>
              </w:rPr>
              <w:t>nalizuje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znaczenie wsparcia edukacyjnego rodziny w procesie terapii metodami dyrektywnymi.</w:t>
            </w:r>
          </w:p>
        </w:tc>
        <w:tc>
          <w:tcPr>
            <w:tcW w:w="1873" w:type="dxa"/>
            <w:vAlign w:val="center"/>
          </w:tcPr>
          <w:p w14:paraId="41DEFFD0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PS.K5.</w:t>
            </w:r>
          </w:p>
        </w:tc>
      </w:tr>
      <w:tr w:rsidR="004D3057" w:rsidRPr="00FA3DD6" w14:paraId="2F9C1C20" w14:textId="77777777" w:rsidTr="006838F4">
        <w:tc>
          <w:tcPr>
            <w:tcW w:w="1701" w:type="dxa"/>
          </w:tcPr>
          <w:p w14:paraId="209B4D49" w14:textId="77777777" w:rsidR="004D3057" w:rsidRPr="00FA3DD6" w:rsidRDefault="004D3057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096" w:type="dxa"/>
          </w:tcPr>
          <w:p w14:paraId="00F0BF3E" w14:textId="77777777" w:rsidR="004D3057" w:rsidRPr="00FA3DD6" w:rsidRDefault="00153F90" w:rsidP="00A5210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Wyjaśni</w:t>
            </w:r>
            <w:r w:rsidR="004D3057" w:rsidRPr="00FA3DD6">
              <w:rPr>
                <w:rFonts w:ascii="Corbel" w:hAnsi="Corbel"/>
                <w:sz w:val="24"/>
                <w:szCs w:val="24"/>
              </w:rPr>
              <w:t xml:space="preserve"> znacznie wykorzystania metod dyrektywnych w terapii w celu podniesienia efektywności oddziaływań edukacyjno-terapeutycznych.</w:t>
            </w:r>
          </w:p>
        </w:tc>
        <w:tc>
          <w:tcPr>
            <w:tcW w:w="1873" w:type="dxa"/>
            <w:vAlign w:val="center"/>
          </w:tcPr>
          <w:p w14:paraId="2EE55935" w14:textId="77777777" w:rsidR="004D3057" w:rsidRPr="00FA3DD6" w:rsidRDefault="004D3057" w:rsidP="006838F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PS.K6.</w:t>
            </w:r>
          </w:p>
        </w:tc>
      </w:tr>
    </w:tbl>
    <w:bookmarkEnd w:id="0"/>
    <w:p w14:paraId="12EFBCC0" w14:textId="77777777" w:rsidR="0085747A" w:rsidRPr="00FA3DD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>3.3</w:t>
      </w:r>
      <w:r w:rsidR="001D7B54" w:rsidRPr="00FA3DD6">
        <w:rPr>
          <w:rFonts w:ascii="Corbel" w:hAnsi="Corbel"/>
          <w:b/>
          <w:sz w:val="24"/>
          <w:szCs w:val="24"/>
        </w:rPr>
        <w:t xml:space="preserve"> </w:t>
      </w:r>
      <w:r w:rsidR="0085747A" w:rsidRPr="00FA3DD6">
        <w:rPr>
          <w:rFonts w:ascii="Corbel" w:hAnsi="Corbel"/>
          <w:b/>
          <w:sz w:val="24"/>
          <w:szCs w:val="24"/>
        </w:rPr>
        <w:t>T</w:t>
      </w:r>
      <w:r w:rsidR="001D7B54" w:rsidRPr="00FA3DD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A3DD6">
        <w:rPr>
          <w:rFonts w:ascii="Corbel" w:hAnsi="Corbel"/>
          <w:sz w:val="24"/>
          <w:szCs w:val="24"/>
        </w:rPr>
        <w:t xml:space="preserve">  </w:t>
      </w:r>
    </w:p>
    <w:p w14:paraId="1228C7AA" w14:textId="77777777" w:rsidR="00675843" w:rsidRPr="00FA3DD6" w:rsidRDefault="0085747A" w:rsidP="004E32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 xml:space="preserve">Problematyka wykładu </w:t>
      </w:r>
      <w:r w:rsidR="004E3265" w:rsidRPr="00FA3DD6">
        <w:rPr>
          <w:rFonts w:ascii="Corbel" w:hAnsi="Corbel"/>
          <w:sz w:val="24"/>
          <w:szCs w:val="24"/>
        </w:rPr>
        <w:t xml:space="preserve">- </w:t>
      </w:r>
      <w:r w:rsidR="003F02B1" w:rsidRPr="00FA3DD6">
        <w:rPr>
          <w:rFonts w:ascii="Corbel" w:hAnsi="Corbel"/>
          <w:sz w:val="24"/>
          <w:szCs w:val="24"/>
        </w:rPr>
        <w:t>nie dotyczy</w:t>
      </w:r>
    </w:p>
    <w:p w14:paraId="41807F8A" w14:textId="77777777" w:rsidR="0085747A" w:rsidRPr="00FA3DD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A9AADB" w14:textId="77777777" w:rsidR="0085747A" w:rsidRPr="00FA3DD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3DD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3DD6">
        <w:rPr>
          <w:rFonts w:ascii="Corbel" w:hAnsi="Corbel"/>
          <w:sz w:val="24"/>
          <w:szCs w:val="24"/>
        </w:rPr>
        <w:t xml:space="preserve">, </w:t>
      </w:r>
      <w:r w:rsidRPr="00FA3DD6">
        <w:rPr>
          <w:rFonts w:ascii="Corbel" w:hAnsi="Corbel"/>
          <w:sz w:val="24"/>
          <w:szCs w:val="24"/>
        </w:rPr>
        <w:t xml:space="preserve">zajęć praktycznych </w:t>
      </w:r>
    </w:p>
    <w:p w14:paraId="7D0C9448" w14:textId="77777777" w:rsidR="0085747A" w:rsidRPr="00FA3DD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3DD6" w14:paraId="5F3B2D07" w14:textId="77777777" w:rsidTr="00DA3D2D">
        <w:tc>
          <w:tcPr>
            <w:tcW w:w="9520" w:type="dxa"/>
          </w:tcPr>
          <w:p w14:paraId="66A190C1" w14:textId="77777777" w:rsidR="0085747A" w:rsidRPr="00FA3DD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A3D2D" w:rsidRPr="00FA3DD6" w14:paraId="0C3153C8" w14:textId="77777777" w:rsidTr="00DA3D2D">
        <w:tc>
          <w:tcPr>
            <w:tcW w:w="9520" w:type="dxa"/>
          </w:tcPr>
          <w:p w14:paraId="7C3B5B7A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podstawowych, budowanie motywacji.</w:t>
            </w:r>
          </w:p>
        </w:tc>
      </w:tr>
      <w:tr w:rsidR="006838F4" w:rsidRPr="00FA3DD6" w14:paraId="376C646C" w14:textId="77777777" w:rsidTr="002B7B03">
        <w:tc>
          <w:tcPr>
            <w:tcW w:w="9520" w:type="dxa"/>
          </w:tcPr>
          <w:p w14:paraId="5B67C7E4" w14:textId="77777777" w:rsidR="006838F4" w:rsidRPr="00FA3DD6" w:rsidRDefault="006838F4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Charakterystyka podejścia dyrektywnego w terapii osób z ASD.</w:t>
            </w:r>
          </w:p>
        </w:tc>
      </w:tr>
      <w:tr w:rsidR="006838F4" w:rsidRPr="00FA3DD6" w14:paraId="6A75ECD9" w14:textId="77777777" w:rsidTr="002B7B03">
        <w:tc>
          <w:tcPr>
            <w:tcW w:w="9520" w:type="dxa"/>
          </w:tcPr>
          <w:p w14:paraId="545560F8" w14:textId="77777777" w:rsidR="006838F4" w:rsidRPr="00FA3DD6" w:rsidRDefault="006838F4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Podstawy teoretyczne stosowanej analizy zachowania.</w:t>
            </w:r>
          </w:p>
        </w:tc>
      </w:tr>
      <w:tr w:rsidR="003D0A45" w:rsidRPr="00FA3DD6" w14:paraId="72B82F83" w14:textId="77777777" w:rsidTr="002B7B03">
        <w:tc>
          <w:tcPr>
            <w:tcW w:w="9520" w:type="dxa"/>
          </w:tcPr>
          <w:p w14:paraId="490C2A1B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Charakterystyka procesu uczenia się osób z autyzmem.</w:t>
            </w:r>
          </w:p>
        </w:tc>
      </w:tr>
      <w:tr w:rsidR="003D0A45" w:rsidRPr="00FA3DD6" w14:paraId="6B6CAACD" w14:textId="77777777" w:rsidTr="002B7B03">
        <w:tc>
          <w:tcPr>
            <w:tcW w:w="9520" w:type="dxa"/>
          </w:tcPr>
          <w:p w14:paraId="1F03AF66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Metody nauczania osób z autyzmem w koncepcji behawioralnej.</w:t>
            </w:r>
          </w:p>
        </w:tc>
      </w:tr>
      <w:tr w:rsidR="003D0A45" w:rsidRPr="00FA3DD6" w14:paraId="5E9F3701" w14:textId="77777777" w:rsidTr="002B7B03">
        <w:tc>
          <w:tcPr>
            <w:tcW w:w="9520" w:type="dxa"/>
          </w:tcPr>
          <w:p w14:paraId="42E17701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Koncepcja zachowań werbalnych F. B. Skinnera.</w:t>
            </w:r>
          </w:p>
        </w:tc>
      </w:tr>
      <w:tr w:rsidR="00DA3D2D" w:rsidRPr="00FA3DD6" w14:paraId="3FF442D3" w14:textId="77777777" w:rsidTr="00DA3D2D">
        <w:tc>
          <w:tcPr>
            <w:tcW w:w="9520" w:type="dxa"/>
          </w:tcPr>
          <w:p w14:paraId="1D0E12CF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środków dydaktycznych, kryteria doboru środków dydaktycznych.</w:t>
            </w:r>
          </w:p>
        </w:tc>
      </w:tr>
      <w:tr w:rsidR="00DA3D2D" w:rsidRPr="00FA3DD6" w14:paraId="5E76737C" w14:textId="77777777" w:rsidTr="00DA3D2D">
        <w:tc>
          <w:tcPr>
            <w:tcW w:w="9520" w:type="dxa"/>
          </w:tcPr>
          <w:p w14:paraId="18B47843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Trening naśladowania.</w:t>
            </w:r>
          </w:p>
        </w:tc>
      </w:tr>
      <w:tr w:rsidR="00DA3D2D" w:rsidRPr="00FA3DD6" w14:paraId="0EF407AD" w14:textId="77777777" w:rsidTr="00DA3D2D">
        <w:tc>
          <w:tcPr>
            <w:tcW w:w="9520" w:type="dxa"/>
          </w:tcPr>
          <w:p w14:paraId="01395164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dopasowywania i sortowania.</w:t>
            </w:r>
          </w:p>
        </w:tc>
      </w:tr>
      <w:tr w:rsidR="00DA3D2D" w:rsidRPr="00FA3DD6" w14:paraId="56E4A6F3" w14:textId="77777777" w:rsidTr="00DA3D2D">
        <w:tc>
          <w:tcPr>
            <w:tcW w:w="9520" w:type="dxa"/>
          </w:tcPr>
          <w:p w14:paraId="42D740FB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receptywnych umiejętności językowych.</w:t>
            </w:r>
          </w:p>
        </w:tc>
      </w:tr>
      <w:tr w:rsidR="00DA3D2D" w:rsidRPr="00FA3DD6" w14:paraId="300364F9" w14:textId="77777777" w:rsidTr="00DA3D2D">
        <w:tc>
          <w:tcPr>
            <w:tcW w:w="9520" w:type="dxa"/>
          </w:tcPr>
          <w:p w14:paraId="1CE59EA2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ekspresywnych umiejętności językowych.</w:t>
            </w:r>
          </w:p>
        </w:tc>
      </w:tr>
      <w:tr w:rsidR="00DA3D2D" w:rsidRPr="00FA3DD6" w14:paraId="3E52D80C" w14:textId="77777777" w:rsidTr="00DA3D2D">
        <w:tc>
          <w:tcPr>
            <w:tcW w:w="9520" w:type="dxa"/>
          </w:tcPr>
          <w:p w14:paraId="0D45802C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Rozwijanie umiejętności przedszkolnych i szkolnych.</w:t>
            </w:r>
          </w:p>
        </w:tc>
      </w:tr>
      <w:tr w:rsidR="00DA3D2D" w:rsidRPr="00FA3DD6" w14:paraId="5E4BE827" w14:textId="77777777" w:rsidTr="00DA3D2D">
        <w:tc>
          <w:tcPr>
            <w:tcW w:w="9520" w:type="dxa"/>
          </w:tcPr>
          <w:p w14:paraId="0B3729D1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Trening umiejętności samoobsługowych.</w:t>
            </w:r>
          </w:p>
        </w:tc>
      </w:tr>
      <w:tr w:rsidR="00DA3D2D" w:rsidRPr="00FA3DD6" w14:paraId="65163A06" w14:textId="77777777" w:rsidTr="00DA3D2D">
        <w:tc>
          <w:tcPr>
            <w:tcW w:w="9520" w:type="dxa"/>
          </w:tcPr>
          <w:p w14:paraId="211606F9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Kształtowanie umiejętności społecznych i rozwijanie umiejętności zabawy.</w:t>
            </w:r>
          </w:p>
        </w:tc>
      </w:tr>
      <w:tr w:rsidR="00DA3D2D" w:rsidRPr="00FA3DD6" w14:paraId="0924E0B9" w14:textId="77777777" w:rsidTr="00DA3D2D">
        <w:tc>
          <w:tcPr>
            <w:tcW w:w="9520" w:type="dxa"/>
          </w:tcPr>
          <w:p w14:paraId="20BCE188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Rejestracja przebiegu terapii i ocena efektywności oddziaływań.</w:t>
            </w:r>
          </w:p>
        </w:tc>
      </w:tr>
      <w:tr w:rsidR="00DA3D2D" w:rsidRPr="00FA3DD6" w14:paraId="7EC517AB" w14:textId="77777777" w:rsidTr="00DA3D2D">
        <w:tc>
          <w:tcPr>
            <w:tcW w:w="9520" w:type="dxa"/>
          </w:tcPr>
          <w:p w14:paraId="66CDC32A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Analiza materiału filmowego – metoda indywidualnego przypadku.</w:t>
            </w:r>
          </w:p>
        </w:tc>
      </w:tr>
      <w:tr w:rsidR="003D0A45" w:rsidRPr="00FA3DD6" w14:paraId="657C296A" w14:textId="77777777" w:rsidTr="002B7B03">
        <w:tc>
          <w:tcPr>
            <w:tcW w:w="9520" w:type="dxa"/>
          </w:tcPr>
          <w:p w14:paraId="6A29ED29" w14:textId="77777777" w:rsidR="003D0A45" w:rsidRPr="00FA3DD6" w:rsidRDefault="003D0A45" w:rsidP="002B7B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Współpraca z rodziną dziecka z ASD w procesie terapii.</w:t>
            </w:r>
          </w:p>
        </w:tc>
      </w:tr>
      <w:tr w:rsidR="00DA3D2D" w:rsidRPr="00FA3DD6" w14:paraId="2BF699AE" w14:textId="77777777" w:rsidTr="00DA3D2D">
        <w:tc>
          <w:tcPr>
            <w:tcW w:w="9520" w:type="dxa"/>
          </w:tcPr>
          <w:p w14:paraId="674DBA72" w14:textId="77777777" w:rsidR="00DA3D2D" w:rsidRPr="00FA3DD6" w:rsidRDefault="00DA3D2D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Opracowywanie programów terapii behawioralnej – ćwiczenia praktyczne.</w:t>
            </w:r>
          </w:p>
        </w:tc>
      </w:tr>
    </w:tbl>
    <w:p w14:paraId="2E728220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F6DE43" w14:textId="77777777" w:rsidR="0085747A" w:rsidRPr="00FA3DD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>3.4 Metody dydaktyczne</w:t>
      </w:r>
      <w:r w:rsidRPr="00FA3DD6">
        <w:rPr>
          <w:rFonts w:ascii="Corbel" w:hAnsi="Corbel"/>
          <w:b w:val="0"/>
          <w:smallCaps w:val="0"/>
          <w:szCs w:val="24"/>
        </w:rPr>
        <w:t xml:space="preserve"> </w:t>
      </w:r>
    </w:p>
    <w:p w14:paraId="0EB9ABFA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073E36" w14:textId="77777777" w:rsidR="00DA3D2D" w:rsidRPr="00FA3DD6" w:rsidRDefault="003D0A45" w:rsidP="00DA3D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 xml:space="preserve">Warsztaty: </w:t>
      </w:r>
      <w:r w:rsidR="00DA3D2D" w:rsidRPr="00FA3DD6">
        <w:rPr>
          <w:rFonts w:ascii="Corbel" w:hAnsi="Corbel"/>
          <w:b w:val="0"/>
          <w:smallCaps w:val="0"/>
          <w:szCs w:val="24"/>
        </w:rPr>
        <w:t>analiza nagrań filmowych, praca w grupach, metoda projektów</w:t>
      </w:r>
      <w:r w:rsidRPr="00FA3DD6">
        <w:rPr>
          <w:rFonts w:ascii="Corbel" w:hAnsi="Corbel"/>
          <w:b w:val="0"/>
          <w:smallCaps w:val="0"/>
          <w:szCs w:val="24"/>
        </w:rPr>
        <w:t>, dyskusja, prezentacje multimedialne</w:t>
      </w:r>
    </w:p>
    <w:p w14:paraId="24EA4D6C" w14:textId="77777777" w:rsidR="004E3265" w:rsidRPr="00FA3DD6" w:rsidRDefault="004E326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A8FDBA" w14:textId="77777777" w:rsidR="0085747A" w:rsidRPr="00FA3DD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 </w:t>
      </w:r>
      <w:r w:rsidR="0085747A" w:rsidRPr="00FA3DD6">
        <w:rPr>
          <w:rFonts w:ascii="Corbel" w:hAnsi="Corbel"/>
          <w:smallCaps w:val="0"/>
          <w:szCs w:val="24"/>
        </w:rPr>
        <w:t>METODY I KRYTERIA OCENY</w:t>
      </w:r>
      <w:r w:rsidR="009F4610" w:rsidRPr="00FA3DD6">
        <w:rPr>
          <w:rFonts w:ascii="Corbel" w:hAnsi="Corbel"/>
          <w:smallCaps w:val="0"/>
          <w:szCs w:val="24"/>
        </w:rPr>
        <w:t xml:space="preserve"> </w:t>
      </w:r>
    </w:p>
    <w:p w14:paraId="2D1AAC14" w14:textId="77777777" w:rsidR="00923D7D" w:rsidRPr="00FA3DD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483721" w14:textId="77777777" w:rsidR="0085747A" w:rsidRPr="00FA3DD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3DD6">
        <w:rPr>
          <w:rFonts w:ascii="Corbel" w:hAnsi="Corbel"/>
          <w:smallCaps w:val="0"/>
          <w:szCs w:val="24"/>
        </w:rPr>
        <w:t>uczenia się</w:t>
      </w:r>
    </w:p>
    <w:p w14:paraId="3477F236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155"/>
        <w:gridCol w:w="2403"/>
      </w:tblGrid>
      <w:tr w:rsidR="0085747A" w:rsidRPr="00FA3DD6" w14:paraId="07728C9F" w14:textId="77777777" w:rsidTr="003D0A45">
        <w:tc>
          <w:tcPr>
            <w:tcW w:w="1962" w:type="dxa"/>
            <w:vAlign w:val="center"/>
          </w:tcPr>
          <w:p w14:paraId="7893D9F4" w14:textId="77777777" w:rsidR="0085747A" w:rsidRPr="00FA3DD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155" w:type="dxa"/>
            <w:vAlign w:val="center"/>
          </w:tcPr>
          <w:p w14:paraId="5B1D6BC3" w14:textId="77777777" w:rsidR="0085747A" w:rsidRPr="00FA3DD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BBF714" w14:textId="77777777" w:rsidR="0085747A" w:rsidRPr="00FA3DD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14:paraId="50026892" w14:textId="77777777" w:rsidR="0085747A" w:rsidRPr="00FA3DD6" w:rsidRDefault="0085747A" w:rsidP="003D0A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EC1EE0" w:rsidRPr="00FA3DD6" w14:paraId="09C70D5D" w14:textId="77777777" w:rsidTr="003D0A45">
        <w:tc>
          <w:tcPr>
            <w:tcW w:w="1962" w:type="dxa"/>
          </w:tcPr>
          <w:p w14:paraId="50897299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155" w:type="dxa"/>
          </w:tcPr>
          <w:p w14:paraId="43FE3252" w14:textId="77777777" w:rsidR="00EC1EE0" w:rsidRPr="00FA3DD6" w:rsidRDefault="00EC1EE0" w:rsidP="00EC1EE0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14:paraId="09DD4C5C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59E29DA5" w14:textId="77777777" w:rsidTr="003D0A45">
        <w:tc>
          <w:tcPr>
            <w:tcW w:w="1962" w:type="dxa"/>
          </w:tcPr>
          <w:p w14:paraId="34585525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155" w:type="dxa"/>
          </w:tcPr>
          <w:p w14:paraId="3BC7344C" w14:textId="77777777" w:rsidR="00EC1EE0" w:rsidRPr="00FA3DD6" w:rsidRDefault="00EC1EE0" w:rsidP="00EC1EE0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14:paraId="642E28DD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6B574034" w14:textId="77777777" w:rsidTr="003D0A45">
        <w:tc>
          <w:tcPr>
            <w:tcW w:w="1962" w:type="dxa"/>
          </w:tcPr>
          <w:p w14:paraId="65C6AA57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155" w:type="dxa"/>
          </w:tcPr>
          <w:p w14:paraId="1181BEEC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pisemny, kolokwium</w:t>
            </w:r>
          </w:p>
        </w:tc>
        <w:tc>
          <w:tcPr>
            <w:tcW w:w="2403" w:type="dxa"/>
          </w:tcPr>
          <w:p w14:paraId="39862C1E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7BB2050A" w14:textId="77777777" w:rsidTr="003D0A45">
        <w:tc>
          <w:tcPr>
            <w:tcW w:w="1962" w:type="dxa"/>
          </w:tcPr>
          <w:p w14:paraId="0D470BC5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155" w:type="dxa"/>
          </w:tcPr>
          <w:p w14:paraId="799B4839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552EB3BC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4E8EF512" w14:textId="77777777" w:rsidTr="003D0A45">
        <w:tc>
          <w:tcPr>
            <w:tcW w:w="1962" w:type="dxa"/>
          </w:tcPr>
          <w:p w14:paraId="7778575A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155" w:type="dxa"/>
          </w:tcPr>
          <w:p w14:paraId="5EBC0850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6E97BF33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403D00E4" w14:textId="77777777" w:rsidTr="003D0A45">
        <w:tc>
          <w:tcPr>
            <w:tcW w:w="1962" w:type="dxa"/>
          </w:tcPr>
          <w:p w14:paraId="5D5CA2F5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155" w:type="dxa"/>
          </w:tcPr>
          <w:p w14:paraId="45E46EAA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67764B8B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3D50FF09" w14:textId="77777777" w:rsidTr="003D0A45">
        <w:tc>
          <w:tcPr>
            <w:tcW w:w="1962" w:type="dxa"/>
          </w:tcPr>
          <w:p w14:paraId="7F580C28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155" w:type="dxa"/>
          </w:tcPr>
          <w:p w14:paraId="6FD758DC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3378D35A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17A63DEE" w14:textId="77777777" w:rsidTr="003D0A45">
        <w:tc>
          <w:tcPr>
            <w:tcW w:w="1962" w:type="dxa"/>
          </w:tcPr>
          <w:p w14:paraId="6754BFDA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155" w:type="dxa"/>
          </w:tcPr>
          <w:p w14:paraId="39510841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</w:tc>
        <w:tc>
          <w:tcPr>
            <w:tcW w:w="2403" w:type="dxa"/>
          </w:tcPr>
          <w:p w14:paraId="74B67B54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7A1513D1" w14:textId="77777777" w:rsidTr="003D0A45">
        <w:tc>
          <w:tcPr>
            <w:tcW w:w="1962" w:type="dxa"/>
          </w:tcPr>
          <w:p w14:paraId="5FA2830A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155" w:type="dxa"/>
          </w:tcPr>
          <w:p w14:paraId="7889FD95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</w:t>
            </w:r>
          </w:p>
        </w:tc>
        <w:tc>
          <w:tcPr>
            <w:tcW w:w="2403" w:type="dxa"/>
          </w:tcPr>
          <w:p w14:paraId="60D22CFF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095B0677" w14:textId="77777777" w:rsidTr="003D0A45">
        <w:tc>
          <w:tcPr>
            <w:tcW w:w="1962" w:type="dxa"/>
          </w:tcPr>
          <w:p w14:paraId="15A62952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EK_10</w:t>
            </w:r>
          </w:p>
        </w:tc>
        <w:tc>
          <w:tcPr>
            <w:tcW w:w="5155" w:type="dxa"/>
          </w:tcPr>
          <w:p w14:paraId="228BF3F3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Egzamin pisemny</w:t>
            </w:r>
          </w:p>
        </w:tc>
        <w:tc>
          <w:tcPr>
            <w:tcW w:w="2403" w:type="dxa"/>
          </w:tcPr>
          <w:p w14:paraId="6E1A7DDA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EC1EE0" w:rsidRPr="00FA3DD6" w14:paraId="6B14D58A" w14:textId="77777777" w:rsidTr="003D0A45">
        <w:tc>
          <w:tcPr>
            <w:tcW w:w="1962" w:type="dxa"/>
          </w:tcPr>
          <w:p w14:paraId="0413B6DC" w14:textId="77777777" w:rsidR="00EC1EE0" w:rsidRPr="00FA3DD6" w:rsidRDefault="00EC1EE0" w:rsidP="00EC1EE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3DD6">
              <w:rPr>
                <w:rFonts w:ascii="Corbel" w:hAnsi="Corbel"/>
                <w:b w:val="0"/>
                <w:bCs/>
                <w:szCs w:val="24"/>
              </w:rPr>
              <w:t>EK_11</w:t>
            </w:r>
          </w:p>
        </w:tc>
        <w:tc>
          <w:tcPr>
            <w:tcW w:w="5155" w:type="dxa"/>
          </w:tcPr>
          <w:p w14:paraId="035ACF2C" w14:textId="77777777" w:rsidR="00EC1EE0" w:rsidRPr="00FA3DD6" w:rsidRDefault="00EC1EE0" w:rsidP="00EC1EE0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FA3DD6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403" w:type="dxa"/>
          </w:tcPr>
          <w:p w14:paraId="4DCA75C5" w14:textId="77777777" w:rsidR="00EC1EE0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DD6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1950FA35" w14:textId="77777777" w:rsidR="00923D7D" w:rsidRPr="00FA3DD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9B8C75" w14:textId="77777777" w:rsidR="0085747A" w:rsidRPr="00FA3DD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4.2 </w:t>
      </w:r>
      <w:r w:rsidR="0085747A" w:rsidRPr="00FA3DD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A3DD6">
        <w:rPr>
          <w:rFonts w:ascii="Corbel" w:hAnsi="Corbel"/>
          <w:smallCaps w:val="0"/>
          <w:szCs w:val="24"/>
        </w:rPr>
        <w:t xml:space="preserve"> </w:t>
      </w:r>
    </w:p>
    <w:p w14:paraId="3468501A" w14:textId="77777777" w:rsidR="00923D7D" w:rsidRPr="00FA3DD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3DD6" w14:paraId="5D197360" w14:textId="77777777" w:rsidTr="00923D7D">
        <w:tc>
          <w:tcPr>
            <w:tcW w:w="9670" w:type="dxa"/>
          </w:tcPr>
          <w:p w14:paraId="20D5C8FE" w14:textId="605CD04D" w:rsidR="0085747A" w:rsidRPr="00FA3DD6" w:rsidRDefault="006415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Pozytywna ocena z egzaminu,</w:t>
            </w:r>
            <w:r w:rsidR="00A74238"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pozytywna ocena z kolokwium,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przygotowanie pracy projektowej</w:t>
            </w:r>
            <w:r w:rsidR="0028353D"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 – programu terapii behawioralnej dla dziecka z autyzmem</w:t>
            </w:r>
            <w:r w:rsidRPr="00FA3DD6">
              <w:rPr>
                <w:rFonts w:ascii="Corbel" w:hAnsi="Corbel"/>
                <w:b w:val="0"/>
                <w:smallCaps w:val="0"/>
                <w:szCs w:val="24"/>
              </w:rPr>
              <w:t>, aktywne uczestnictwo w zajęciach.</w:t>
            </w:r>
            <w:r w:rsidR="00C9408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94089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Kryteria oceny </w:t>
            </w:r>
            <w:r w:rsidR="00C94089"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="00C94089" w:rsidRPr="000D298E">
              <w:rPr>
                <w:rFonts w:ascii="Corbel" w:hAnsi="Corbel"/>
                <w:b w:val="0"/>
                <w:smallCaps w:val="0"/>
                <w:szCs w:val="24"/>
              </w:rPr>
              <w:t xml:space="preserve"> pisemnego: 60% poprawnych odpowiedzi – dst; 70% - plus dst; 80% - db; 85% - plus db; 90 – 100% bdb.</w:t>
            </w:r>
          </w:p>
          <w:p w14:paraId="448C800E" w14:textId="333BC52C" w:rsidR="004E3265" w:rsidRPr="00FA3DD6" w:rsidRDefault="004E32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BFEFF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223D4D" w14:textId="77777777" w:rsidR="009F4610" w:rsidRPr="00FA3DD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3DD6">
        <w:rPr>
          <w:rFonts w:ascii="Corbel" w:hAnsi="Corbel"/>
          <w:b/>
          <w:sz w:val="24"/>
          <w:szCs w:val="24"/>
        </w:rPr>
        <w:t xml:space="preserve">5. </w:t>
      </w:r>
      <w:r w:rsidR="00C61DC5" w:rsidRPr="00FA3DD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968371" w14:textId="77777777" w:rsidR="0085747A" w:rsidRPr="00FA3DD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FA3DD6" w14:paraId="64503230" w14:textId="77777777" w:rsidTr="00EC1EE0">
        <w:tc>
          <w:tcPr>
            <w:tcW w:w="5274" w:type="dxa"/>
            <w:vAlign w:val="center"/>
          </w:tcPr>
          <w:p w14:paraId="133D8967" w14:textId="77777777" w:rsidR="0085747A" w:rsidRPr="00FA3DD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3DD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3DD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3ACCF7EE" w14:textId="77777777" w:rsidR="0085747A" w:rsidRPr="00FA3DD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3DD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A3DD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A3DD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3DD6" w14:paraId="047ECCC6" w14:textId="77777777" w:rsidTr="00EC1EE0">
        <w:tc>
          <w:tcPr>
            <w:tcW w:w="5274" w:type="dxa"/>
          </w:tcPr>
          <w:p w14:paraId="73A23546" w14:textId="77777777" w:rsidR="0085747A" w:rsidRPr="00FA3DD6" w:rsidRDefault="00C61DC5" w:rsidP="003629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G</w:t>
            </w:r>
            <w:r w:rsidR="0085747A" w:rsidRPr="00FA3DD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A3DD6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A3DD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3DD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30E2B677" w14:textId="66C40A2D" w:rsidR="0085747A" w:rsidRPr="00FA3DD6" w:rsidRDefault="00B05465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FA3DD6" w14:paraId="11189AEC" w14:textId="77777777" w:rsidTr="00EC1EE0">
        <w:tc>
          <w:tcPr>
            <w:tcW w:w="5274" w:type="dxa"/>
          </w:tcPr>
          <w:p w14:paraId="0F827DBB" w14:textId="77777777" w:rsidR="00C61DC5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3DD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98B885" w14:textId="5F90EE51" w:rsidR="00836BA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ud</w:t>
            </w:r>
            <w:r w:rsidR="00EC1EE0" w:rsidRPr="00FA3DD6">
              <w:rPr>
                <w:rFonts w:ascii="Corbel" w:hAnsi="Corbel"/>
                <w:sz w:val="24"/>
                <w:szCs w:val="24"/>
              </w:rPr>
              <w:t>ział w konsultacjach</w:t>
            </w:r>
          </w:p>
          <w:p w14:paraId="552573A6" w14:textId="77777777" w:rsidR="00C61DC5" w:rsidRDefault="00836B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EC1EE0" w:rsidRPr="00FA3DD6">
              <w:rPr>
                <w:rFonts w:ascii="Corbel" w:hAnsi="Corbel"/>
                <w:sz w:val="24"/>
                <w:szCs w:val="24"/>
              </w:rPr>
              <w:t>egzaminie</w:t>
            </w:r>
          </w:p>
          <w:p w14:paraId="1C1E3272" w14:textId="43F5EE5B" w:rsidR="0033332E" w:rsidRPr="00FA3DD6" w:rsidRDefault="003333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kolokwium</w:t>
            </w:r>
          </w:p>
        </w:tc>
        <w:tc>
          <w:tcPr>
            <w:tcW w:w="4246" w:type="dxa"/>
          </w:tcPr>
          <w:p w14:paraId="4D820C24" w14:textId="5FD380EF" w:rsidR="00C61DC5" w:rsidRPr="00FA3DD6" w:rsidRDefault="00836BA7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793BD7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br/>
              <w:t>1</w:t>
            </w:r>
            <w:r w:rsidR="0033332E">
              <w:rPr>
                <w:rFonts w:ascii="Corbel" w:hAnsi="Corbel"/>
                <w:sz w:val="24"/>
                <w:szCs w:val="24"/>
              </w:rPr>
              <w:br/>
              <w:t>1</w:t>
            </w:r>
          </w:p>
        </w:tc>
      </w:tr>
      <w:tr w:rsidR="00C61DC5" w:rsidRPr="00FA3DD6" w14:paraId="339CDE1D" w14:textId="77777777" w:rsidTr="00EC1EE0">
        <w:trPr>
          <w:trHeight w:val="1844"/>
        </w:trPr>
        <w:tc>
          <w:tcPr>
            <w:tcW w:w="5274" w:type="dxa"/>
          </w:tcPr>
          <w:p w14:paraId="77FBFB0A" w14:textId="77777777" w:rsidR="0071620A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74238" w:rsidRPr="00FA3DD6">
              <w:rPr>
                <w:rFonts w:ascii="Corbel" w:hAnsi="Corbel"/>
                <w:sz w:val="24"/>
                <w:szCs w:val="24"/>
              </w:rPr>
              <w:t>:</w:t>
            </w:r>
          </w:p>
          <w:p w14:paraId="18DAAE63" w14:textId="77777777" w:rsidR="00A74238" w:rsidRPr="00FA3DD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860DA45" w14:textId="77777777" w:rsidR="00A74238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56A2356C" w14:textId="77777777" w:rsidR="00A74238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27E85E75" w14:textId="77777777" w:rsidR="00C61DC5" w:rsidRPr="00FA3DD6" w:rsidRDefault="00A742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246" w:type="dxa"/>
          </w:tcPr>
          <w:p w14:paraId="187C6966" w14:textId="77777777" w:rsidR="00C61DC5" w:rsidRPr="00FA3DD6" w:rsidRDefault="00C61DC5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7E43F0D" w14:textId="19C7749A" w:rsidR="00A74238" w:rsidRPr="00FA3DD6" w:rsidRDefault="00793BD7" w:rsidP="00EC1E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3332E">
              <w:rPr>
                <w:rFonts w:ascii="Corbel" w:hAnsi="Corbel"/>
                <w:sz w:val="24"/>
                <w:szCs w:val="24"/>
              </w:rPr>
              <w:t>2</w:t>
            </w:r>
          </w:p>
          <w:p w14:paraId="0A53BD21" w14:textId="576B2C5E" w:rsidR="00A74238" w:rsidRPr="00FA3DD6" w:rsidRDefault="00E2305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93BD7">
              <w:rPr>
                <w:rFonts w:ascii="Corbel" w:hAnsi="Corbel"/>
                <w:sz w:val="24"/>
                <w:szCs w:val="24"/>
              </w:rPr>
              <w:t>0</w:t>
            </w:r>
          </w:p>
          <w:p w14:paraId="498B4193" w14:textId="11CBF7A0" w:rsidR="00A74238" w:rsidRPr="00FA3DD6" w:rsidRDefault="00E2305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7E5F9325" w14:textId="0A8FD527" w:rsidR="00A74238" w:rsidRPr="00FA3DD6" w:rsidRDefault="00E23056" w:rsidP="00A742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93BD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FA3DD6" w14:paraId="16667329" w14:textId="77777777" w:rsidTr="00EC1EE0">
        <w:tc>
          <w:tcPr>
            <w:tcW w:w="5274" w:type="dxa"/>
          </w:tcPr>
          <w:p w14:paraId="2401D920" w14:textId="77777777" w:rsidR="0085747A" w:rsidRPr="00FA3DD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75F36B40" w14:textId="77777777" w:rsidR="0085747A" w:rsidRPr="00FA3DD6" w:rsidRDefault="00EC1EE0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A3DD6" w14:paraId="417CCCFC" w14:textId="77777777" w:rsidTr="00EC1EE0">
        <w:tc>
          <w:tcPr>
            <w:tcW w:w="5274" w:type="dxa"/>
          </w:tcPr>
          <w:p w14:paraId="735C9793" w14:textId="77777777" w:rsidR="0085747A" w:rsidRPr="00FA3DD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3DD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422FDEA2" w14:textId="77777777" w:rsidR="0085747A" w:rsidRPr="00FA3DD6" w:rsidRDefault="00BA2296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D0BB1B" w14:textId="77777777" w:rsidR="003E1941" w:rsidRPr="00FA3DD6" w:rsidRDefault="00923D7D" w:rsidP="004E326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A3DD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3DD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1A6F9AA" w14:textId="77777777" w:rsidR="0085747A" w:rsidRPr="00FA3DD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6. </w:t>
      </w:r>
      <w:r w:rsidR="0085747A" w:rsidRPr="00FA3DD6">
        <w:rPr>
          <w:rFonts w:ascii="Corbel" w:hAnsi="Corbel"/>
          <w:smallCaps w:val="0"/>
          <w:szCs w:val="24"/>
        </w:rPr>
        <w:t>PRAKTYKI ZAWO</w:t>
      </w:r>
      <w:r w:rsidR="009D3F3B" w:rsidRPr="00FA3DD6">
        <w:rPr>
          <w:rFonts w:ascii="Corbel" w:hAnsi="Corbel"/>
          <w:smallCaps w:val="0"/>
          <w:szCs w:val="24"/>
        </w:rPr>
        <w:t>DOWE W RAMACH PRZEDMIOTU</w:t>
      </w:r>
    </w:p>
    <w:p w14:paraId="3DC4B62A" w14:textId="77777777" w:rsidR="0085747A" w:rsidRPr="00FA3DD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FA3DD6" w14:paraId="1E829CB6" w14:textId="77777777" w:rsidTr="00EC1EE0">
        <w:trPr>
          <w:trHeight w:val="397"/>
        </w:trPr>
        <w:tc>
          <w:tcPr>
            <w:tcW w:w="4082" w:type="dxa"/>
          </w:tcPr>
          <w:p w14:paraId="3E8D4712" w14:textId="77777777" w:rsidR="0085747A" w:rsidRPr="00FA3D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CEC40E6" w14:textId="77777777" w:rsidR="0085747A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A3DD6" w14:paraId="74934930" w14:textId="77777777" w:rsidTr="00EC1EE0">
        <w:trPr>
          <w:trHeight w:val="397"/>
        </w:trPr>
        <w:tc>
          <w:tcPr>
            <w:tcW w:w="4082" w:type="dxa"/>
          </w:tcPr>
          <w:p w14:paraId="13C2ADD7" w14:textId="77777777" w:rsidR="0085747A" w:rsidRPr="00FA3D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E93BBAB" w14:textId="77777777" w:rsidR="0085747A" w:rsidRPr="00FA3DD6" w:rsidRDefault="00EC1EE0" w:rsidP="00EC1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3DD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16BADDF" w14:textId="77777777" w:rsidR="004E3265" w:rsidRPr="00FA3DD6" w:rsidRDefault="004E326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FA3288" w14:textId="77777777" w:rsidR="0085747A" w:rsidRPr="00FA3DD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3DD6">
        <w:rPr>
          <w:rFonts w:ascii="Corbel" w:hAnsi="Corbel"/>
          <w:smallCaps w:val="0"/>
          <w:szCs w:val="24"/>
        </w:rPr>
        <w:t xml:space="preserve">7. </w:t>
      </w:r>
      <w:r w:rsidR="0085747A" w:rsidRPr="00FA3DD6">
        <w:rPr>
          <w:rFonts w:ascii="Corbel" w:hAnsi="Corbel"/>
          <w:smallCaps w:val="0"/>
          <w:szCs w:val="24"/>
        </w:rPr>
        <w:t>LITERATURA</w:t>
      </w:r>
      <w:r w:rsidRPr="00FA3DD6">
        <w:rPr>
          <w:rFonts w:ascii="Corbel" w:hAnsi="Corbel"/>
          <w:smallCaps w:val="0"/>
          <w:szCs w:val="24"/>
        </w:rPr>
        <w:t xml:space="preserve"> </w:t>
      </w:r>
    </w:p>
    <w:p w14:paraId="5B71622C" w14:textId="77777777" w:rsidR="00675843" w:rsidRPr="00FA3DD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FA3DD6" w14:paraId="54A52735" w14:textId="77777777" w:rsidTr="002166EE">
        <w:trPr>
          <w:trHeight w:val="3251"/>
        </w:trPr>
        <w:tc>
          <w:tcPr>
            <w:tcW w:w="9497" w:type="dxa"/>
          </w:tcPr>
          <w:p w14:paraId="27D018DD" w14:textId="77777777" w:rsidR="0085747A" w:rsidRPr="00FA3DD6" w:rsidRDefault="0085747A" w:rsidP="003F02B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55698D2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Ayllon T.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Jak stosować gospodarkę żetonową i system punktowy, Seria: Jak kierować zachowaniem,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Gdańsk 2000</w:t>
            </w:r>
          </w:p>
          <w:p w14:paraId="16319585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Bąbel, P., </w:t>
            </w:r>
            <w:r w:rsidRPr="00FA3DD6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Terapia behawioralna zaburzeń rozwoju z perspektywy analizy zachowania, 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[w:] </w:t>
            </w:r>
            <w:r w:rsidRPr="00FA3DD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Psychologia Rozwojowa 2011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FA3DD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16</w:t>
            </w:r>
            <w:r w:rsidRPr="00FA3D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(3)</w:t>
            </w:r>
          </w:p>
          <w:p w14:paraId="0741D215" w14:textId="77777777" w:rsidR="009B4425" w:rsidRPr="00FA3DD6" w:rsidRDefault="009B4425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Bąbel P.,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Współczesna psychologia behawioralna</w:t>
            </w:r>
            <w:r w:rsidRPr="00FA3DD6">
              <w:rPr>
                <w:rFonts w:ascii="Corbel" w:hAnsi="Corbel"/>
                <w:sz w:val="24"/>
                <w:szCs w:val="24"/>
              </w:rPr>
              <w:t>, Kraków 2008</w:t>
            </w:r>
          </w:p>
          <w:p w14:paraId="0CC58AEF" w14:textId="77777777" w:rsidR="0007437C" w:rsidRPr="00FA3DD6" w:rsidRDefault="0007437C" w:rsidP="003F02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FA3DD6">
              <w:rPr>
                <w:rFonts w:ascii="Corbel" w:hAnsi="Corbel"/>
                <w:i/>
                <w:iCs/>
                <w:sz w:val="24"/>
                <w:szCs w:val="24"/>
              </w:rPr>
              <w:t>Stosowana analiza zachowania – zastosowanie teorii uczenia się w praktyce edukacyjnej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[w:] Kwartalnik Edukacyjny 3 (74), 2013</w:t>
            </w:r>
          </w:p>
          <w:p w14:paraId="253DF322" w14:textId="294FA9DA" w:rsidR="009B4425" w:rsidRPr="002166EE" w:rsidRDefault="0028353D" w:rsidP="002166E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FA3DD6">
              <w:rPr>
                <w:rFonts w:ascii="Corbel" w:hAnsi="Corbel"/>
                <w:i/>
                <w:iCs/>
                <w:sz w:val="24"/>
                <w:szCs w:val="24"/>
              </w:rPr>
              <w:t>Terapia mowy dzieci z autyzmem w koncepcji stosowanej analizy zachowania</w:t>
            </w:r>
            <w:r w:rsidRPr="00FA3DD6">
              <w:rPr>
                <w:rFonts w:ascii="Corbel" w:hAnsi="Corbel"/>
                <w:sz w:val="24"/>
                <w:szCs w:val="24"/>
              </w:rPr>
              <w:t>, Forum Logopedyczne Nr 22/2014</w:t>
            </w:r>
          </w:p>
        </w:tc>
      </w:tr>
      <w:tr w:rsidR="0085747A" w:rsidRPr="00FA3DD6" w14:paraId="44DFBF9D" w14:textId="77777777" w:rsidTr="003F02B1">
        <w:trPr>
          <w:trHeight w:val="397"/>
        </w:trPr>
        <w:tc>
          <w:tcPr>
            <w:tcW w:w="9497" w:type="dxa"/>
          </w:tcPr>
          <w:p w14:paraId="5EDDFD82" w14:textId="77777777" w:rsidR="0085747A" w:rsidRPr="00FA3DD6" w:rsidRDefault="0085747A" w:rsidP="003F02B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A3DD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5535B97" w14:textId="77777777" w:rsidR="009B4425" w:rsidRPr="00FA3DD6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Procesy warunkowania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, [w:] red. Strelau J.,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Psychologia. Podręcznik akademicki</w:t>
            </w:r>
            <w:r w:rsidRPr="00FA3DD6">
              <w:rPr>
                <w:rFonts w:ascii="Corbel" w:hAnsi="Corbel"/>
                <w:sz w:val="24"/>
                <w:szCs w:val="24"/>
              </w:rPr>
              <w:t>, Gdańsk 2004</w:t>
            </w:r>
          </w:p>
          <w:p w14:paraId="69ED70E4" w14:textId="77777777" w:rsidR="009B4425" w:rsidRPr="00FA3DD6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Pisula E., Danielewicz D.,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Wybrane formy terapii i rehabilitacji osób z autyzmem</w:t>
            </w:r>
            <w:r w:rsidRPr="00FA3DD6">
              <w:rPr>
                <w:rFonts w:ascii="Corbel" w:hAnsi="Corbel"/>
                <w:sz w:val="24"/>
                <w:szCs w:val="24"/>
              </w:rPr>
              <w:t>, Kraków 2008</w:t>
            </w:r>
          </w:p>
          <w:p w14:paraId="0C351653" w14:textId="77777777" w:rsidR="002166EE" w:rsidRPr="00FA3DD6" w:rsidRDefault="002166EE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Esveldt-Dawson K., Kazdin A. E.,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Jak utrwalać wyuczone zachowanie, Seria: Jak kierować zachowaniem</w:t>
            </w:r>
            <w:r w:rsidRPr="00FA3DD6">
              <w:rPr>
                <w:rFonts w:ascii="Corbel" w:hAnsi="Corbel"/>
                <w:sz w:val="24"/>
                <w:szCs w:val="24"/>
              </w:rPr>
              <w:t>, Gdańsk 2000</w:t>
            </w:r>
          </w:p>
          <w:p w14:paraId="5510CE24" w14:textId="77777777" w:rsidR="009B4425" w:rsidRPr="00FA3DD6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FA3DD6">
              <w:rPr>
                <w:rFonts w:ascii="Corbel" w:hAnsi="Corbel"/>
                <w:sz w:val="24"/>
                <w:szCs w:val="24"/>
                <w:lang w:val="en-US"/>
              </w:rPr>
              <w:t xml:space="preserve">Leaf R., McEachin J., </w:t>
            </w:r>
            <w:r w:rsidRPr="00FA3DD6">
              <w:rPr>
                <w:rFonts w:ascii="Corbel" w:hAnsi="Corbel"/>
                <w:i/>
                <w:sz w:val="24"/>
                <w:szCs w:val="24"/>
                <w:lang w:val="en-US"/>
              </w:rPr>
              <w:t>A work in Progress</w:t>
            </w:r>
            <w:r w:rsidRPr="00FA3DD6">
              <w:rPr>
                <w:rFonts w:ascii="Corbel" w:hAnsi="Corbel"/>
                <w:sz w:val="24"/>
                <w:szCs w:val="24"/>
                <w:lang w:val="en-US"/>
              </w:rPr>
              <w:t>, New York 1999</w:t>
            </w:r>
          </w:p>
          <w:p w14:paraId="00C129D4" w14:textId="77777777" w:rsidR="009B4425" w:rsidRPr="00FA3DD6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Lovaas I.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Nauczanie dzieci niepełnosprawnych umysłowo</w:t>
            </w:r>
            <w:r w:rsidRPr="00FA3DD6">
              <w:rPr>
                <w:rFonts w:ascii="Corbel" w:hAnsi="Corbel"/>
                <w:sz w:val="24"/>
                <w:szCs w:val="24"/>
              </w:rPr>
              <w:t>, Warszawa 1993</w:t>
            </w:r>
          </w:p>
          <w:p w14:paraId="0D6E48F7" w14:textId="77777777" w:rsidR="009B4425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Lew-Koralewicz A.,</w:t>
            </w:r>
            <w:r w:rsidR="0007437C" w:rsidRPr="00FA3DD6">
              <w:rPr>
                <w:rFonts w:ascii="Corbel" w:hAnsi="Corbel"/>
                <w:sz w:val="24"/>
                <w:szCs w:val="24"/>
              </w:rPr>
              <w:t xml:space="preserve"> </w:t>
            </w:r>
            <w:r w:rsidR="0007437C" w:rsidRPr="00FA3DD6">
              <w:rPr>
                <w:rFonts w:ascii="Corbel" w:hAnsi="Corbel"/>
                <w:i/>
                <w:iCs/>
                <w:sz w:val="24"/>
                <w:szCs w:val="24"/>
              </w:rPr>
              <w:t>Zachowania trudne małych dzieci z zaburzeniami rozwoju – uwarunkowania, profilaktyka, terapia</w:t>
            </w:r>
            <w:r w:rsidR="0007437C" w:rsidRPr="00FA3DD6">
              <w:rPr>
                <w:rFonts w:ascii="Corbel" w:hAnsi="Corbel"/>
                <w:sz w:val="24"/>
                <w:szCs w:val="24"/>
              </w:rPr>
              <w:t>, Wyd. UR 2017</w:t>
            </w:r>
          </w:p>
          <w:p w14:paraId="61FE5DE9" w14:textId="77777777" w:rsidR="002166EE" w:rsidRPr="00FA3DD6" w:rsidRDefault="002166EE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Mackintosh N. J., Colman A. M.,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Zdolności a proces uczenia się,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Poznań 2002</w:t>
            </w:r>
          </w:p>
          <w:p w14:paraId="76659F2A" w14:textId="77777777" w:rsidR="002166EE" w:rsidRPr="00FA3DD6" w:rsidRDefault="002166EE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Maurice C.,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Modele zachowań oraz współpraca z dziećmi autystycznymi</w:t>
            </w:r>
            <w:r w:rsidRPr="00FA3DD6">
              <w:rPr>
                <w:rFonts w:ascii="Corbel" w:hAnsi="Corbel"/>
                <w:sz w:val="24"/>
                <w:szCs w:val="24"/>
              </w:rPr>
              <w:t>, Warszawa 2007</w:t>
            </w:r>
          </w:p>
          <w:p w14:paraId="33980133" w14:textId="77777777" w:rsidR="002166EE" w:rsidRPr="00FA3DD6" w:rsidRDefault="002166EE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Suchowierska M., Bąbel P.,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Terapia behawioralna dzieci z autyzmem</w:t>
            </w:r>
            <w:r w:rsidRPr="00FA3DD6">
              <w:rPr>
                <w:rFonts w:ascii="Corbel" w:hAnsi="Corbel"/>
                <w:sz w:val="24"/>
                <w:szCs w:val="24"/>
              </w:rPr>
              <w:t>, Sopot 2012</w:t>
            </w:r>
          </w:p>
          <w:p w14:paraId="41326C3D" w14:textId="6972CD94" w:rsidR="002166EE" w:rsidRPr="00FA3DD6" w:rsidRDefault="002166EE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color w:val="000000"/>
                <w:sz w:val="24"/>
                <w:szCs w:val="24"/>
              </w:rPr>
              <w:t>Schopler E., Ćwiczenia edukacyjne dla dzieci autystycznych, SPOA, 1995</w:t>
            </w:r>
          </w:p>
          <w:p w14:paraId="5AF1DFE1" w14:textId="77777777" w:rsidR="009B4425" w:rsidRPr="00FA3DD6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Knapp J., Turnbull C., KOMPLETNY PROGRAM TERAPII SAZ dla osób z zaburzeniami ze spektrum autyzmu w wieku rozwojowym od 1 roku do 4 lat, Gdańsk 2017</w:t>
            </w:r>
          </w:p>
          <w:p w14:paraId="0C26B044" w14:textId="77777777" w:rsidR="009B4425" w:rsidRPr="00FA3DD6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Ball J., Autyzm a wczesna interwencja, Sopot 2016</w:t>
            </w:r>
          </w:p>
          <w:p w14:paraId="591A397E" w14:textId="77777777" w:rsidR="009B4425" w:rsidRDefault="009B4425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>Rogers S. J., Dawson G., Vismara L.A., Metoda wczesnego startu dla dziecka z autyzmem, Kraków 2014</w:t>
            </w:r>
          </w:p>
          <w:p w14:paraId="4344E3B0" w14:textId="14AC8C03" w:rsidR="002166EE" w:rsidRPr="002166EE" w:rsidRDefault="002166EE" w:rsidP="002166E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3DD6">
              <w:rPr>
                <w:rFonts w:ascii="Corbel" w:hAnsi="Corbel"/>
                <w:sz w:val="24"/>
                <w:szCs w:val="24"/>
              </w:rPr>
              <w:t xml:space="preserve">Bąbel P.,  Suchowierska M., Ostaszewski P., </w:t>
            </w:r>
            <w:r w:rsidRPr="00FA3DD6">
              <w:rPr>
                <w:rFonts w:ascii="Corbel" w:hAnsi="Corbel"/>
                <w:i/>
                <w:sz w:val="24"/>
                <w:szCs w:val="24"/>
              </w:rPr>
              <w:t>Analiza zachowania od A do Z,</w:t>
            </w:r>
            <w:r w:rsidRPr="00FA3DD6">
              <w:rPr>
                <w:rFonts w:ascii="Corbel" w:hAnsi="Corbel"/>
                <w:sz w:val="24"/>
                <w:szCs w:val="24"/>
              </w:rPr>
              <w:t xml:space="preserve"> Gdańsk 2010</w:t>
            </w:r>
          </w:p>
        </w:tc>
      </w:tr>
    </w:tbl>
    <w:p w14:paraId="56C6BA5B" w14:textId="77777777" w:rsidR="0085747A" w:rsidRPr="00FA3DD6" w:rsidRDefault="0085747A" w:rsidP="00A7423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E82A79" w14:textId="77777777" w:rsidR="0085747A" w:rsidRPr="00FA3DD6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A3DD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5B22FA3" w14:textId="77777777" w:rsidR="00EC1EE0" w:rsidRPr="00FA3DD6" w:rsidRDefault="00EC1EE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DA453A" w14:textId="77777777" w:rsidR="00716E4F" w:rsidRPr="00FA3DD6" w:rsidRDefault="00716E4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9E80B7" w14:textId="77777777" w:rsidR="00716E4F" w:rsidRPr="00FA3DD6" w:rsidRDefault="00716E4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BC9A43" w14:textId="77777777" w:rsidR="00EC1EE0" w:rsidRPr="00FA3DD6" w:rsidRDefault="00EC1EE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76D581" w14:textId="77777777" w:rsidR="00EC1EE0" w:rsidRPr="00FA3DD6" w:rsidRDefault="00EC1EE0" w:rsidP="00EC1EE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EC1EE0" w:rsidRPr="00FA3DD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2ED04" w14:textId="77777777" w:rsidR="00D66B6E" w:rsidRDefault="00D66B6E" w:rsidP="00C16ABF">
      <w:pPr>
        <w:spacing w:after="0" w:line="240" w:lineRule="auto"/>
      </w:pPr>
      <w:r>
        <w:separator/>
      </w:r>
    </w:p>
  </w:endnote>
  <w:endnote w:type="continuationSeparator" w:id="0">
    <w:p w14:paraId="35BBF103" w14:textId="77777777" w:rsidR="00D66B6E" w:rsidRDefault="00D66B6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21E65" w14:textId="77777777" w:rsidR="00D66B6E" w:rsidRDefault="00D66B6E" w:rsidP="00C16ABF">
      <w:pPr>
        <w:spacing w:after="0" w:line="240" w:lineRule="auto"/>
      </w:pPr>
      <w:r>
        <w:separator/>
      </w:r>
    </w:p>
  </w:footnote>
  <w:footnote w:type="continuationSeparator" w:id="0">
    <w:p w14:paraId="4935C746" w14:textId="77777777" w:rsidR="00D66B6E" w:rsidRDefault="00D66B6E" w:rsidP="00C16ABF">
      <w:pPr>
        <w:spacing w:after="0" w:line="240" w:lineRule="auto"/>
      </w:pPr>
      <w:r>
        <w:continuationSeparator/>
      </w:r>
    </w:p>
  </w:footnote>
  <w:footnote w:id="1">
    <w:p w14:paraId="1118708D" w14:textId="77777777" w:rsidR="00A52107" w:rsidRDefault="00A52107" w:rsidP="004D30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061E12"/>
    <w:multiLevelType w:val="hybridMultilevel"/>
    <w:tmpl w:val="A8703FC2"/>
    <w:lvl w:ilvl="0" w:tplc="77FC79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E293F"/>
    <w:multiLevelType w:val="hybridMultilevel"/>
    <w:tmpl w:val="83780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419442">
    <w:abstractNumId w:val="0"/>
  </w:num>
  <w:num w:numId="2" w16cid:durableId="1367172445">
    <w:abstractNumId w:val="2"/>
  </w:num>
  <w:num w:numId="3" w16cid:durableId="67862732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D52"/>
    <w:rsid w:val="0005075E"/>
    <w:rsid w:val="00070D2A"/>
    <w:rsid w:val="00070ED6"/>
    <w:rsid w:val="000742DC"/>
    <w:rsid w:val="0007437C"/>
    <w:rsid w:val="00084C12"/>
    <w:rsid w:val="0009462C"/>
    <w:rsid w:val="00094B12"/>
    <w:rsid w:val="00096C46"/>
    <w:rsid w:val="000A296F"/>
    <w:rsid w:val="000A2A28"/>
    <w:rsid w:val="000A3C69"/>
    <w:rsid w:val="000A3CDF"/>
    <w:rsid w:val="000A645E"/>
    <w:rsid w:val="000B192D"/>
    <w:rsid w:val="000B28EE"/>
    <w:rsid w:val="000B3E37"/>
    <w:rsid w:val="000B4DB6"/>
    <w:rsid w:val="000D04B0"/>
    <w:rsid w:val="000F1C57"/>
    <w:rsid w:val="000F5615"/>
    <w:rsid w:val="00124BFF"/>
    <w:rsid w:val="0012560E"/>
    <w:rsid w:val="00127108"/>
    <w:rsid w:val="00134741"/>
    <w:rsid w:val="00134B13"/>
    <w:rsid w:val="00146BC0"/>
    <w:rsid w:val="00153C41"/>
    <w:rsid w:val="00153F90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326D"/>
    <w:rsid w:val="001D657B"/>
    <w:rsid w:val="001D7B54"/>
    <w:rsid w:val="001E0209"/>
    <w:rsid w:val="001F2CA2"/>
    <w:rsid w:val="002144C0"/>
    <w:rsid w:val="002166EE"/>
    <w:rsid w:val="0022477D"/>
    <w:rsid w:val="002278A9"/>
    <w:rsid w:val="00227985"/>
    <w:rsid w:val="002336F9"/>
    <w:rsid w:val="0024028F"/>
    <w:rsid w:val="00244ABC"/>
    <w:rsid w:val="00281FF2"/>
    <w:rsid w:val="0028353D"/>
    <w:rsid w:val="002857DE"/>
    <w:rsid w:val="00291567"/>
    <w:rsid w:val="0029595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0F9"/>
    <w:rsid w:val="002F02A3"/>
    <w:rsid w:val="002F4ABE"/>
    <w:rsid w:val="003018BA"/>
    <w:rsid w:val="0030395F"/>
    <w:rsid w:val="00305C92"/>
    <w:rsid w:val="003151C5"/>
    <w:rsid w:val="0033332E"/>
    <w:rsid w:val="003343CF"/>
    <w:rsid w:val="00346FE9"/>
    <w:rsid w:val="0034759A"/>
    <w:rsid w:val="003503F6"/>
    <w:rsid w:val="003530DD"/>
    <w:rsid w:val="003539EC"/>
    <w:rsid w:val="0036299B"/>
    <w:rsid w:val="00363F78"/>
    <w:rsid w:val="003A0A5B"/>
    <w:rsid w:val="003A1176"/>
    <w:rsid w:val="003B0EA9"/>
    <w:rsid w:val="003C0BAE"/>
    <w:rsid w:val="003D0A45"/>
    <w:rsid w:val="003D18A9"/>
    <w:rsid w:val="003D6CE2"/>
    <w:rsid w:val="003E1941"/>
    <w:rsid w:val="003E2FE6"/>
    <w:rsid w:val="003E49D5"/>
    <w:rsid w:val="003F02B1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057"/>
    <w:rsid w:val="004D5282"/>
    <w:rsid w:val="004E182B"/>
    <w:rsid w:val="004E3265"/>
    <w:rsid w:val="004F1551"/>
    <w:rsid w:val="004F55A3"/>
    <w:rsid w:val="0050242B"/>
    <w:rsid w:val="0050496F"/>
    <w:rsid w:val="00513B6F"/>
    <w:rsid w:val="00517C63"/>
    <w:rsid w:val="005326C4"/>
    <w:rsid w:val="005363C4"/>
    <w:rsid w:val="00536BDE"/>
    <w:rsid w:val="00542A56"/>
    <w:rsid w:val="00543ACC"/>
    <w:rsid w:val="00553AF8"/>
    <w:rsid w:val="0056696D"/>
    <w:rsid w:val="0059484D"/>
    <w:rsid w:val="005A0855"/>
    <w:rsid w:val="005A3196"/>
    <w:rsid w:val="005C080F"/>
    <w:rsid w:val="005C55E5"/>
    <w:rsid w:val="005C696A"/>
    <w:rsid w:val="005D32C3"/>
    <w:rsid w:val="005E6E85"/>
    <w:rsid w:val="005F31D2"/>
    <w:rsid w:val="0061029B"/>
    <w:rsid w:val="00617230"/>
    <w:rsid w:val="00621CE1"/>
    <w:rsid w:val="00627FC9"/>
    <w:rsid w:val="00641582"/>
    <w:rsid w:val="00647FA8"/>
    <w:rsid w:val="00650C5F"/>
    <w:rsid w:val="00654934"/>
    <w:rsid w:val="006620D9"/>
    <w:rsid w:val="00671958"/>
    <w:rsid w:val="00675843"/>
    <w:rsid w:val="006838F4"/>
    <w:rsid w:val="006949DD"/>
    <w:rsid w:val="00696477"/>
    <w:rsid w:val="006B2708"/>
    <w:rsid w:val="006B769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E4F"/>
    <w:rsid w:val="007230EE"/>
    <w:rsid w:val="00724677"/>
    <w:rsid w:val="00725459"/>
    <w:rsid w:val="00727F8B"/>
    <w:rsid w:val="007327BD"/>
    <w:rsid w:val="00734608"/>
    <w:rsid w:val="00745302"/>
    <w:rsid w:val="007461D6"/>
    <w:rsid w:val="00746EC8"/>
    <w:rsid w:val="0074750A"/>
    <w:rsid w:val="00763BF1"/>
    <w:rsid w:val="00766FD4"/>
    <w:rsid w:val="0078168C"/>
    <w:rsid w:val="00787C2A"/>
    <w:rsid w:val="00790E27"/>
    <w:rsid w:val="00793BD7"/>
    <w:rsid w:val="00797AE8"/>
    <w:rsid w:val="007A265C"/>
    <w:rsid w:val="007A4022"/>
    <w:rsid w:val="007A6E6E"/>
    <w:rsid w:val="007B60AA"/>
    <w:rsid w:val="007B7FDF"/>
    <w:rsid w:val="007C3299"/>
    <w:rsid w:val="007C3BCC"/>
    <w:rsid w:val="007C4546"/>
    <w:rsid w:val="007D6E56"/>
    <w:rsid w:val="007F4155"/>
    <w:rsid w:val="0081554D"/>
    <w:rsid w:val="0081707E"/>
    <w:rsid w:val="00836BA7"/>
    <w:rsid w:val="008449B3"/>
    <w:rsid w:val="008552A2"/>
    <w:rsid w:val="0085747A"/>
    <w:rsid w:val="00884922"/>
    <w:rsid w:val="00885F64"/>
    <w:rsid w:val="008917F9"/>
    <w:rsid w:val="008A45F7"/>
    <w:rsid w:val="008A6CFE"/>
    <w:rsid w:val="008B2F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E7F"/>
    <w:rsid w:val="00916188"/>
    <w:rsid w:val="00923D7D"/>
    <w:rsid w:val="009508DF"/>
    <w:rsid w:val="00950DAC"/>
    <w:rsid w:val="00954A07"/>
    <w:rsid w:val="009876DF"/>
    <w:rsid w:val="00997F14"/>
    <w:rsid w:val="009A78D9"/>
    <w:rsid w:val="009B4425"/>
    <w:rsid w:val="009C3E31"/>
    <w:rsid w:val="009C54AE"/>
    <w:rsid w:val="009C788E"/>
    <w:rsid w:val="009D1796"/>
    <w:rsid w:val="009D3F3B"/>
    <w:rsid w:val="009E0543"/>
    <w:rsid w:val="009E3B41"/>
    <w:rsid w:val="009E66A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2107"/>
    <w:rsid w:val="00A53FA5"/>
    <w:rsid w:val="00A54817"/>
    <w:rsid w:val="00A601C8"/>
    <w:rsid w:val="00A60799"/>
    <w:rsid w:val="00A74238"/>
    <w:rsid w:val="00A84C85"/>
    <w:rsid w:val="00A97DE1"/>
    <w:rsid w:val="00AB053C"/>
    <w:rsid w:val="00AC5D8D"/>
    <w:rsid w:val="00AD1146"/>
    <w:rsid w:val="00AD27D3"/>
    <w:rsid w:val="00AD284E"/>
    <w:rsid w:val="00AD66D6"/>
    <w:rsid w:val="00AE1160"/>
    <w:rsid w:val="00AE203C"/>
    <w:rsid w:val="00AE2E74"/>
    <w:rsid w:val="00AE5FCB"/>
    <w:rsid w:val="00AF2C1E"/>
    <w:rsid w:val="00B0546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229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2F2"/>
    <w:rsid w:val="00C67E92"/>
    <w:rsid w:val="00C70A26"/>
    <w:rsid w:val="00C766DF"/>
    <w:rsid w:val="00C80138"/>
    <w:rsid w:val="00C81CB1"/>
    <w:rsid w:val="00C94089"/>
    <w:rsid w:val="00C94B98"/>
    <w:rsid w:val="00CA2B96"/>
    <w:rsid w:val="00CA5089"/>
    <w:rsid w:val="00CC1A1E"/>
    <w:rsid w:val="00CD6897"/>
    <w:rsid w:val="00CE5BAC"/>
    <w:rsid w:val="00CF25BE"/>
    <w:rsid w:val="00CF78ED"/>
    <w:rsid w:val="00D02B25"/>
    <w:rsid w:val="00D02EBA"/>
    <w:rsid w:val="00D03B1C"/>
    <w:rsid w:val="00D04FF9"/>
    <w:rsid w:val="00D17C3C"/>
    <w:rsid w:val="00D26B2C"/>
    <w:rsid w:val="00D352C9"/>
    <w:rsid w:val="00D425B2"/>
    <w:rsid w:val="00D428D6"/>
    <w:rsid w:val="00D552B2"/>
    <w:rsid w:val="00D608D1"/>
    <w:rsid w:val="00D66B6E"/>
    <w:rsid w:val="00D715E5"/>
    <w:rsid w:val="00D74119"/>
    <w:rsid w:val="00D8075B"/>
    <w:rsid w:val="00D8678B"/>
    <w:rsid w:val="00DA2114"/>
    <w:rsid w:val="00DA3D2D"/>
    <w:rsid w:val="00DE09C0"/>
    <w:rsid w:val="00DE4A14"/>
    <w:rsid w:val="00DF320D"/>
    <w:rsid w:val="00DF71C8"/>
    <w:rsid w:val="00E129B8"/>
    <w:rsid w:val="00E21E7D"/>
    <w:rsid w:val="00E22FBC"/>
    <w:rsid w:val="00E23056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EE0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0BC7"/>
    <w:rsid w:val="00F526AF"/>
    <w:rsid w:val="00F617C3"/>
    <w:rsid w:val="00F7066B"/>
    <w:rsid w:val="00F83B28"/>
    <w:rsid w:val="00F974DA"/>
    <w:rsid w:val="00FA3DD6"/>
    <w:rsid w:val="00FA46E5"/>
    <w:rsid w:val="00FB7DBA"/>
    <w:rsid w:val="00FC1C25"/>
    <w:rsid w:val="00FC3F45"/>
    <w:rsid w:val="00FD503F"/>
    <w:rsid w:val="00FD555A"/>
    <w:rsid w:val="00FD7589"/>
    <w:rsid w:val="00FD7F1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8CE6A"/>
  <w15:docId w15:val="{A774A0C3-2677-463E-8CD0-F228309AF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AD4FC-D459-40B9-8B44-31A0783B0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5</Pages>
  <Words>1341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Aguś</cp:lastModifiedBy>
  <cp:revision>14</cp:revision>
  <cp:lastPrinted>2020-01-30T09:58:00Z</cp:lastPrinted>
  <dcterms:created xsi:type="dcterms:W3CDTF">2024-09-11T11:40:00Z</dcterms:created>
  <dcterms:modified xsi:type="dcterms:W3CDTF">2025-02-02T15:03:00Z</dcterms:modified>
</cp:coreProperties>
</file>